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1A3F35BA" w:rsidR="00D024B9" w:rsidRPr="001B4250" w:rsidRDefault="0041188E" w:rsidP="00D024B9">
      <w:pPr>
        <w:pStyle w:val="Heading2"/>
        <w:rPr>
          <w:rFonts w:ascii="Arial" w:hAnsi="Arial" w:cs="Arial"/>
          <w:color w:val="000000" w:themeColor="text2"/>
        </w:rPr>
      </w:pPr>
      <w:r>
        <w:rPr>
          <w:rFonts w:ascii="Arial" w:hAnsi="Arial" w:cs="Arial"/>
          <w:color w:val="000000" w:themeColor="text2"/>
        </w:rPr>
        <w:t>ACMMIC4X</w:t>
      </w:r>
      <w:r w:rsidR="00247989">
        <w:rPr>
          <w:rFonts w:ascii="Arial" w:hAnsi="Arial" w:cs="Arial"/>
          <w:color w:val="000000" w:themeColor="text2"/>
        </w:rPr>
        <w:t>05</w:t>
      </w:r>
      <w:r w:rsidR="00D024B9" w:rsidRPr="001B4250">
        <w:rPr>
          <w:rFonts w:ascii="Arial" w:hAnsi="Arial" w:cs="Arial"/>
          <w:color w:val="000000" w:themeColor="text2"/>
        </w:rPr>
        <w:t xml:space="preserve"> </w:t>
      </w:r>
      <w:r>
        <w:rPr>
          <w:rFonts w:ascii="Arial" w:hAnsi="Arial" w:cs="Arial"/>
          <w:color w:val="000000" w:themeColor="text2"/>
        </w:rPr>
        <w:t>Implant microchip in animal</w:t>
      </w:r>
      <w:r w:rsidR="00567F29">
        <w:rPr>
          <w:rFonts w:ascii="Arial" w:hAnsi="Arial" w:cs="Arial"/>
          <w:color w:val="000000" w:themeColor="text2"/>
        </w:rPr>
        <w:t>s</w:t>
      </w:r>
    </w:p>
    <w:p w14:paraId="22BBCDB7" w14:textId="492DD28C" w:rsidR="00D024B9" w:rsidRDefault="008F54D2" w:rsidP="00C32357">
      <w:pPr>
        <w:pStyle w:val="Heading4"/>
        <w:rPr>
          <w:rFonts w:ascii="Arial" w:hAnsi="Arial" w:cs="Arial"/>
          <w:color w:val="000000" w:themeColor="text2"/>
        </w:rPr>
      </w:pPr>
      <w:r w:rsidRPr="001B4250">
        <w:rPr>
          <w:rFonts w:ascii="Arial" w:hAnsi="Arial" w:cs="Arial"/>
          <w:color w:val="000000" w:themeColor="text2"/>
        </w:rPr>
        <w:t>Application</w:t>
      </w:r>
    </w:p>
    <w:p w14:paraId="51B91B8A" w14:textId="77777777" w:rsidR="001050B0" w:rsidRDefault="0041188E" w:rsidP="00C4127E">
      <w:pPr>
        <w:pStyle w:val="SIText"/>
        <w:rPr>
          <w:lang w:eastAsia="en-GB"/>
        </w:rPr>
      </w:pPr>
      <w:r w:rsidRPr="0041188E">
        <w:rPr>
          <w:lang w:eastAsia="en-GB"/>
        </w:rPr>
        <w:t xml:space="preserve">This unit of competency describes the skills and knowledge required to aseptically </w:t>
      </w:r>
      <w:r w:rsidR="00C4127E">
        <w:rPr>
          <w:lang w:eastAsia="en-GB"/>
        </w:rPr>
        <w:t>implant identification devices in</w:t>
      </w:r>
      <w:r>
        <w:rPr>
          <w:lang w:eastAsia="en-GB"/>
        </w:rPr>
        <w:t xml:space="preserve"> a range of animals</w:t>
      </w:r>
      <w:r w:rsidRPr="0041188E">
        <w:rPr>
          <w:lang w:eastAsia="en-GB"/>
        </w:rPr>
        <w:t xml:space="preserve">, </w:t>
      </w:r>
      <w:r>
        <w:rPr>
          <w:lang w:eastAsia="en-GB"/>
        </w:rPr>
        <w:t xml:space="preserve">including cats and dogs, </w:t>
      </w:r>
      <w:r w:rsidRPr="0041188E">
        <w:rPr>
          <w:lang w:eastAsia="en-GB"/>
        </w:rPr>
        <w:t>with minim</w:t>
      </w:r>
      <w:r w:rsidR="00C4127E">
        <w:rPr>
          <w:lang w:eastAsia="en-GB"/>
        </w:rPr>
        <w:t>um</w:t>
      </w:r>
      <w:r w:rsidRPr="0041188E">
        <w:rPr>
          <w:lang w:eastAsia="en-GB"/>
        </w:rPr>
        <w:t xml:space="preserve"> discomfort to the animal</w:t>
      </w:r>
      <w:r>
        <w:rPr>
          <w:lang w:eastAsia="en-GB"/>
        </w:rPr>
        <w:t xml:space="preserve">. </w:t>
      </w:r>
    </w:p>
    <w:p w14:paraId="6262C7FA" w14:textId="029EAA33" w:rsidR="001050B0" w:rsidRDefault="0041188E" w:rsidP="00C4127E">
      <w:pPr>
        <w:pStyle w:val="SIText"/>
        <w:rPr>
          <w:lang w:eastAsia="en-GB"/>
        </w:rPr>
      </w:pPr>
      <w:r w:rsidRPr="0041188E">
        <w:rPr>
          <w:lang w:eastAsia="en-GB"/>
        </w:rPr>
        <w:t xml:space="preserve">The unit applies to workers in the animal care industry where it may be necessary to implant </w:t>
      </w:r>
      <w:r>
        <w:rPr>
          <w:lang w:eastAsia="en-GB"/>
        </w:rPr>
        <w:t xml:space="preserve">microchips in animals </w:t>
      </w:r>
      <w:r w:rsidRPr="0041188E">
        <w:rPr>
          <w:lang w:eastAsia="en-GB"/>
        </w:rPr>
        <w:t>for identification and traceability purposes</w:t>
      </w:r>
      <w:r>
        <w:rPr>
          <w:lang w:eastAsia="en-GB"/>
        </w:rPr>
        <w:t>. Individuals</w:t>
      </w:r>
      <w:r w:rsidRPr="0041188E">
        <w:rPr>
          <w:lang w:eastAsia="en-GB"/>
        </w:rPr>
        <w:t xml:space="preserve"> may include veterinary practitioners, veterinary nurses, nominated employees and managers of animal welfare agencies, local government animal officers and </w:t>
      </w:r>
      <w:r w:rsidR="00C4127E">
        <w:rPr>
          <w:lang w:eastAsia="en-GB"/>
        </w:rPr>
        <w:t>shelter</w:t>
      </w:r>
      <w:r w:rsidRPr="0041188E">
        <w:rPr>
          <w:lang w:eastAsia="en-GB"/>
        </w:rPr>
        <w:t xml:space="preserve"> managers, animal technicians or supervisors in animal research laboratories, and animal control officers.</w:t>
      </w:r>
    </w:p>
    <w:p w14:paraId="7E98572D" w14:textId="7C5B662D" w:rsidR="00DA2E84" w:rsidRDefault="00DA2E84" w:rsidP="00C4127E">
      <w:pPr>
        <w:pStyle w:val="SIText"/>
        <w:rPr>
          <w:lang w:eastAsia="en-GB"/>
        </w:rPr>
      </w:pPr>
      <w:r>
        <w:rPr>
          <w:lang w:eastAsia="en-GB"/>
        </w:rPr>
        <w:t>It includes requirements for preparing and checking equipment and devices, procedures for implantation and record keeping and provision of advice to owners or keepers.</w:t>
      </w:r>
    </w:p>
    <w:p w14:paraId="3743C5F1" w14:textId="741CA7E0" w:rsidR="00D024B9" w:rsidRPr="001B4250" w:rsidRDefault="00D024B9" w:rsidP="00D024B9">
      <w:pPr>
        <w:pStyle w:val="BodyTextSI"/>
        <w:rPr>
          <w:rFonts w:ascii="Arial" w:hAnsi="Arial" w:cs="Arial"/>
          <w:b/>
          <w:bCs/>
          <w:color w:val="000000" w:themeColor="text2"/>
        </w:rPr>
      </w:pPr>
      <w:r w:rsidRPr="001B4250">
        <w:rPr>
          <w:rFonts w:ascii="Arial" w:hAnsi="Arial" w:cs="Arial"/>
          <w:b/>
          <w:bCs/>
          <w:color w:val="000000" w:themeColor="text2"/>
        </w:rPr>
        <w:t>Licensing, legislative, regulatory requirements</w:t>
      </w:r>
    </w:p>
    <w:p w14:paraId="340DE146" w14:textId="52E9C6B6" w:rsidR="00D024B9" w:rsidRPr="00C4127E" w:rsidRDefault="00513FC8" w:rsidP="00C4127E">
      <w:pPr>
        <w:pStyle w:val="SIText"/>
        <w:rPr>
          <w:lang w:eastAsia="en-GB"/>
        </w:rPr>
      </w:pPr>
      <w:r>
        <w:rPr>
          <w:lang w:eastAsia="en-GB"/>
        </w:rPr>
        <w:t xml:space="preserve">This unit of competency is used by regulatory authorities in </w:t>
      </w:r>
      <w:r w:rsidR="00C0391C">
        <w:rPr>
          <w:lang w:eastAsia="en-GB"/>
        </w:rPr>
        <w:t xml:space="preserve">some jurisdictions for </w:t>
      </w:r>
      <w:r w:rsidR="00D6668A">
        <w:rPr>
          <w:lang w:eastAsia="en-GB"/>
        </w:rPr>
        <w:t>issuing authorities/permits</w:t>
      </w:r>
      <w:r w:rsidR="0089728D">
        <w:rPr>
          <w:lang w:eastAsia="en-GB"/>
        </w:rPr>
        <w:t>.</w:t>
      </w:r>
      <w:r w:rsidR="000D6E34">
        <w:rPr>
          <w:lang w:eastAsia="en-GB"/>
        </w:rPr>
        <w:t xml:space="preserve"> </w:t>
      </w:r>
      <w:r w:rsidR="0089728D">
        <w:rPr>
          <w:lang w:eastAsia="en-GB"/>
        </w:rPr>
        <w:t xml:space="preserve">Additionally, </w:t>
      </w:r>
      <w:r w:rsidR="00CD7430">
        <w:rPr>
          <w:lang w:eastAsia="en-GB"/>
        </w:rPr>
        <w:t>legislation appli</w:t>
      </w:r>
      <w:r w:rsidR="0014487A">
        <w:rPr>
          <w:lang w:eastAsia="en-GB"/>
        </w:rPr>
        <w:t>e</w:t>
      </w:r>
      <w:r w:rsidR="00CD7430">
        <w:rPr>
          <w:lang w:eastAsia="en-GB"/>
        </w:rPr>
        <w:t xml:space="preserve">s to veterinarians </w:t>
      </w:r>
      <w:r w:rsidR="002640D8">
        <w:rPr>
          <w:lang w:eastAsia="en-GB"/>
        </w:rPr>
        <w:t>in relation to the implantation of identification devices in animals of varying species</w:t>
      </w:r>
      <w:r w:rsidR="0014487A">
        <w:rPr>
          <w:lang w:eastAsia="en-GB"/>
        </w:rPr>
        <w:t xml:space="preserve">, </w:t>
      </w:r>
      <w:r w:rsidR="00C4127E" w:rsidRPr="00C4127E">
        <w:rPr>
          <w:lang w:eastAsia="en-GB"/>
        </w:rPr>
        <w:t>but var</w:t>
      </w:r>
      <w:r w:rsidR="0014487A">
        <w:rPr>
          <w:lang w:eastAsia="en-GB"/>
        </w:rPr>
        <w:t>ies</w:t>
      </w:r>
      <w:r w:rsidR="00C4127E" w:rsidRPr="00C4127E">
        <w:rPr>
          <w:lang w:eastAsia="en-GB"/>
        </w:rPr>
        <w:t xml:space="preserve"> according to state/territory jurisdictions. Users must check with the relevant </w:t>
      </w:r>
      <w:r w:rsidR="00C4127E">
        <w:rPr>
          <w:lang w:eastAsia="en-GB"/>
        </w:rPr>
        <w:t>authorities</w:t>
      </w:r>
      <w:r w:rsidR="00C4127E" w:rsidRPr="00C4127E">
        <w:rPr>
          <w:lang w:eastAsia="en-GB"/>
        </w:rPr>
        <w:t xml:space="preserve"> before delivery.</w:t>
      </w:r>
    </w:p>
    <w:p w14:paraId="4C3F1116" w14:textId="2412758B" w:rsidR="00B76B2F" w:rsidRDefault="00B76B2F" w:rsidP="00C4127E">
      <w:pPr>
        <w:pStyle w:val="Heading4"/>
        <w:rPr>
          <w:rStyle w:val="SITextChar"/>
          <w:b w:val="0"/>
          <w:bCs w:val="0"/>
        </w:rPr>
      </w:pPr>
      <w:r w:rsidRPr="001B4250">
        <w:rPr>
          <w:rFonts w:ascii="Arial" w:hAnsi="Arial" w:cs="Arial"/>
          <w:color w:val="000000" w:themeColor="text2"/>
        </w:rPr>
        <w:t>Pre-requisite unit</w:t>
      </w:r>
      <w:r w:rsidR="00657EA3" w:rsidRPr="001B4250">
        <w:rPr>
          <w:rFonts w:ascii="Arial" w:hAnsi="Arial" w:cs="Arial"/>
          <w:color w:val="000000" w:themeColor="text2"/>
        </w:rPr>
        <w:br/>
      </w:r>
      <w:r w:rsidR="00C4127E" w:rsidRPr="00C4127E">
        <w:rPr>
          <w:rStyle w:val="SITextChar"/>
          <w:b w:val="0"/>
          <w:bCs w:val="0"/>
        </w:rPr>
        <w:t>Nil</w:t>
      </w:r>
    </w:p>
    <w:p w14:paraId="076C321E" w14:textId="77777777" w:rsidR="009A6276" w:rsidRPr="00E63309" w:rsidRDefault="009A6276" w:rsidP="00E63309">
      <w:pPr>
        <w:pStyle w:val="BodyTextSI"/>
      </w:pPr>
    </w:p>
    <w:p w14:paraId="33E5AD6B" w14:textId="6CC9988A" w:rsidR="009A6276" w:rsidRPr="00E63309" w:rsidRDefault="002539F9" w:rsidP="00E63309">
      <w:pPr>
        <w:pStyle w:val="Heading4"/>
        <w:rPr>
          <w:rFonts w:ascii="Arial" w:hAnsi="Arial" w:cs="Arial"/>
          <w:color w:val="000000" w:themeColor="text2"/>
        </w:rPr>
      </w:pPr>
      <w:r w:rsidRPr="001B4250">
        <w:rPr>
          <w:rFonts w:ascii="Arial" w:hAnsi="Arial" w:cs="Arial"/>
          <w:color w:val="000000" w:themeColor="text2"/>
        </w:rPr>
        <w:t>Unit sector</w:t>
      </w:r>
    </w:p>
    <w:p w14:paraId="26A791E8" w14:textId="77777777" w:rsidR="009A6276" w:rsidRPr="000643E3" w:rsidRDefault="009A6276" w:rsidP="009A6276">
      <w:pPr>
        <w:pStyle w:val="BodyText"/>
        <w:rPr>
          <w:rFonts w:ascii="Arial" w:eastAsiaTheme="minorHAnsi" w:hAnsi="Arial" w:cstheme="minorBidi"/>
          <w:color w:val="213430" w:themeColor="text1"/>
          <w:sz w:val="22"/>
          <w:lang w:eastAsia="en-GB"/>
        </w:rPr>
      </w:pPr>
      <w:r w:rsidRPr="000643E3">
        <w:rPr>
          <w:rFonts w:ascii="Arial" w:eastAsiaTheme="minorHAnsi" w:hAnsi="Arial" w:cstheme="minorBidi"/>
          <w:color w:val="213430" w:themeColor="text1"/>
          <w:sz w:val="22"/>
          <w:lang w:eastAsia="en-GB"/>
        </w:rPr>
        <w:t>Microchipping (MIC)</w:t>
      </w:r>
    </w:p>
    <w:p w14:paraId="7B244E65" w14:textId="6DF08F1E" w:rsidR="00B76B2F" w:rsidRDefault="00B76B2F" w:rsidP="00C4127E">
      <w:pPr>
        <w:pStyle w:val="Heading4"/>
        <w:rPr>
          <w:rStyle w:val="SITextChar"/>
          <w:b w:val="0"/>
          <w:bCs w:val="0"/>
        </w:rPr>
      </w:pPr>
    </w:p>
    <w:p w14:paraId="678B8FEA" w14:textId="77777777" w:rsidR="009A6276" w:rsidRPr="00E63309" w:rsidRDefault="009A6276" w:rsidP="00E63309">
      <w:pPr>
        <w:pStyle w:val="BodyTextSI"/>
      </w:pPr>
    </w:p>
    <w:tbl>
      <w:tblPr>
        <w:tblStyle w:val="TableGrid"/>
        <w:tblW w:w="0" w:type="auto"/>
        <w:tblInd w:w="137" w:type="dxa"/>
        <w:tblLook w:val="04A0" w:firstRow="1" w:lastRow="0" w:firstColumn="1" w:lastColumn="0" w:noHBand="0" w:noVBand="1"/>
      </w:tblPr>
      <w:tblGrid>
        <w:gridCol w:w="3402"/>
        <w:gridCol w:w="5954"/>
      </w:tblGrid>
      <w:tr w:rsidR="008A2237" w:rsidRPr="001B4250" w14:paraId="63332B22" w14:textId="77777777" w:rsidTr="0012264D">
        <w:tc>
          <w:tcPr>
            <w:tcW w:w="3402" w:type="dxa"/>
          </w:tcPr>
          <w:p w14:paraId="19345E85" w14:textId="4AA2ED8D" w:rsidR="008A2237" w:rsidRPr="001B4250" w:rsidRDefault="008A2237" w:rsidP="007E40E9">
            <w:pPr>
              <w:spacing w:after="120"/>
              <w:rPr>
                <w:rFonts w:ascii="Arial" w:hAnsi="Arial" w:cs="Arial"/>
                <w:color w:val="000000" w:themeColor="text2"/>
              </w:rPr>
            </w:pPr>
            <w:r w:rsidRPr="001B4250">
              <w:rPr>
                <w:rFonts w:ascii="Arial" w:hAnsi="Arial" w:cs="Arial"/>
                <w:b/>
              </w:rPr>
              <w:t>Elements</w:t>
            </w:r>
            <w:r w:rsidR="007E40E9" w:rsidRPr="001B4250">
              <w:rPr>
                <w:rFonts w:ascii="Arial" w:hAnsi="Arial" w:cs="Arial"/>
                <w:b/>
              </w:rPr>
              <w:br/>
            </w:r>
            <w:r w:rsidR="007E40E9" w:rsidRPr="001B4250">
              <w:rPr>
                <w:rFonts w:ascii="Arial" w:hAnsi="Arial" w:cs="Arial"/>
                <w:i/>
              </w:rPr>
              <w:t>Elements describe the essential outcomes.</w:t>
            </w:r>
          </w:p>
        </w:tc>
        <w:tc>
          <w:tcPr>
            <w:tcW w:w="5954" w:type="dxa"/>
          </w:tcPr>
          <w:p w14:paraId="53C86B1B" w14:textId="77777777" w:rsidR="008A2237" w:rsidRPr="001B4250" w:rsidRDefault="008A2237" w:rsidP="008A2237">
            <w:pPr>
              <w:spacing w:after="120"/>
              <w:rPr>
                <w:rFonts w:ascii="Arial" w:hAnsi="Arial" w:cs="Arial"/>
              </w:rPr>
            </w:pPr>
            <w:r w:rsidRPr="001B4250">
              <w:rPr>
                <w:rFonts w:ascii="Arial" w:hAnsi="Arial" w:cs="Arial"/>
                <w:b/>
              </w:rPr>
              <w:t>Performance criteria</w:t>
            </w:r>
          </w:p>
          <w:p w14:paraId="091AC639" w14:textId="47E472BF" w:rsidR="008A2237" w:rsidRPr="001B4250" w:rsidRDefault="00656877" w:rsidP="008A2237">
            <w:pPr>
              <w:pStyle w:val="SIText"/>
              <w:rPr>
                <w:rFonts w:cs="Arial"/>
                <w:color w:val="000000" w:themeColor="text2"/>
              </w:rPr>
            </w:pPr>
            <w:r w:rsidRPr="001B4250">
              <w:rPr>
                <w:rFonts w:cs="Arial"/>
                <w:i/>
              </w:rPr>
              <w:t>Performance criteria describe the performance needed to demonstrate achievement of the element.</w:t>
            </w:r>
          </w:p>
        </w:tc>
      </w:tr>
      <w:tr w:rsidR="00E9653C" w:rsidRPr="00455F13" w14:paraId="31426DAE" w14:textId="77777777" w:rsidTr="0012264D">
        <w:tc>
          <w:tcPr>
            <w:tcW w:w="3402" w:type="dxa"/>
          </w:tcPr>
          <w:p w14:paraId="3D0A9A8F" w14:textId="77F9604C" w:rsidR="00E9653C" w:rsidRPr="001B4250" w:rsidRDefault="00A67C83" w:rsidP="00F91166">
            <w:pPr>
              <w:pStyle w:val="SIText"/>
              <w:rPr>
                <w:rFonts w:cs="Arial"/>
                <w:color w:val="000000" w:themeColor="text2"/>
              </w:rPr>
            </w:pPr>
            <w:r w:rsidRPr="001B4250">
              <w:rPr>
                <w:rFonts w:cs="Arial"/>
                <w:color w:val="000000" w:themeColor="text2"/>
              </w:rPr>
              <w:t xml:space="preserve">1. </w:t>
            </w:r>
            <w:r w:rsidR="00DA2E84" w:rsidRPr="00DA2E84">
              <w:t>Prepare for microchip implantation</w:t>
            </w:r>
          </w:p>
        </w:tc>
        <w:tc>
          <w:tcPr>
            <w:tcW w:w="5954" w:type="dxa"/>
          </w:tcPr>
          <w:p w14:paraId="691C4531" w14:textId="4C748966" w:rsidR="00455F13" w:rsidRPr="00455F13" w:rsidRDefault="00455F13" w:rsidP="00455F13">
            <w:pPr>
              <w:pStyle w:val="SIText"/>
            </w:pPr>
            <w:r w:rsidRPr="00455F13">
              <w:t xml:space="preserve">1.1 Identify key statutory, local authority and insurance requirements associated with microchipping </w:t>
            </w:r>
            <w:r>
              <w:t>animals</w:t>
            </w:r>
          </w:p>
          <w:p w14:paraId="7C975CF0" w14:textId="77777777" w:rsidR="00455F13" w:rsidRPr="00455F13" w:rsidRDefault="00455F13" w:rsidP="00455F13">
            <w:pPr>
              <w:pStyle w:val="SIText"/>
            </w:pPr>
            <w:r w:rsidRPr="00455F13">
              <w:t>1.2 Explain details of the procedure to the owner</w:t>
            </w:r>
          </w:p>
          <w:p w14:paraId="55D551DB" w14:textId="77777777" w:rsidR="00455F13" w:rsidRPr="00455F13" w:rsidRDefault="00455F13" w:rsidP="00455F13">
            <w:pPr>
              <w:pStyle w:val="SIText"/>
            </w:pPr>
            <w:r w:rsidRPr="00455F13">
              <w:t>1.3 Relate anatomical and physiological structures and functions to implantation procedures as well as likely migration sites for chips on animal body</w:t>
            </w:r>
          </w:p>
          <w:p w14:paraId="73B22356" w14:textId="77777777" w:rsidR="00455F13" w:rsidRPr="00455F13" w:rsidRDefault="00455F13" w:rsidP="00455F13">
            <w:pPr>
              <w:pStyle w:val="SIText"/>
            </w:pPr>
            <w:r w:rsidRPr="00455F13">
              <w:t>1.4 Ensure that microchip implantation workspace is appropriate for the needs of the species</w:t>
            </w:r>
          </w:p>
          <w:p w14:paraId="5AD8264E" w14:textId="014F2333" w:rsidR="00A67C83" w:rsidRPr="00455F13" w:rsidRDefault="00455F13" w:rsidP="00455F13">
            <w:pPr>
              <w:pStyle w:val="SIText"/>
            </w:pPr>
            <w:r w:rsidRPr="00455F13">
              <w:t>1.5 Follow relevant legislation and Australian Standards for implantation and scanning devices</w:t>
            </w:r>
          </w:p>
        </w:tc>
      </w:tr>
      <w:tr w:rsidR="00E9653C" w:rsidRPr="001B4250" w14:paraId="1D0106AD" w14:textId="77777777" w:rsidTr="0012264D">
        <w:tc>
          <w:tcPr>
            <w:tcW w:w="3402" w:type="dxa"/>
          </w:tcPr>
          <w:p w14:paraId="5C7682E7" w14:textId="51299376" w:rsidR="00E9653C" w:rsidRPr="001B4250" w:rsidRDefault="00A67C83" w:rsidP="00455F13">
            <w:pPr>
              <w:pStyle w:val="SIText"/>
              <w:rPr>
                <w:rFonts w:cs="Arial"/>
                <w:color w:val="000000" w:themeColor="text2"/>
              </w:rPr>
            </w:pPr>
            <w:r w:rsidRPr="001B4250">
              <w:rPr>
                <w:rFonts w:cs="Arial"/>
                <w:color w:val="000000" w:themeColor="text2"/>
              </w:rPr>
              <w:t>2.</w:t>
            </w:r>
            <w:r w:rsidR="00455F13">
              <w:rPr>
                <w:rFonts w:cs="Arial"/>
                <w:color w:val="000000" w:themeColor="text2"/>
              </w:rPr>
              <w:t xml:space="preserve"> </w:t>
            </w:r>
            <w:r w:rsidR="00455F13">
              <w:rPr>
                <w:shd w:val="clear" w:color="auto" w:fill="FBFBFB"/>
              </w:rPr>
              <w:t> </w:t>
            </w:r>
            <w:r w:rsidR="00455F13" w:rsidRPr="00455F13">
              <w:t>Prepare</w:t>
            </w:r>
            <w:r w:rsidR="00455F13">
              <w:rPr>
                <w:shd w:val="clear" w:color="auto" w:fill="FBFBFB"/>
              </w:rPr>
              <w:t xml:space="preserve"> equipment</w:t>
            </w:r>
          </w:p>
        </w:tc>
        <w:tc>
          <w:tcPr>
            <w:tcW w:w="5954" w:type="dxa"/>
          </w:tcPr>
          <w:p w14:paraId="279B698A" w14:textId="77777777" w:rsidR="00455F13" w:rsidRPr="00455F13" w:rsidRDefault="00455F13" w:rsidP="00455F13">
            <w:pPr>
              <w:pStyle w:val="SIText"/>
            </w:pPr>
            <w:r w:rsidRPr="00455F13">
              <w:t>2.1 Inspect and check implantation equipment</w:t>
            </w:r>
          </w:p>
          <w:p w14:paraId="6E821C71" w14:textId="108A1796" w:rsidR="00E5495F" w:rsidRDefault="00455F13" w:rsidP="00455F13">
            <w:pPr>
              <w:pStyle w:val="SIText"/>
            </w:pPr>
            <w:r w:rsidRPr="00455F13">
              <w:t xml:space="preserve">2.2 </w:t>
            </w:r>
            <w:r w:rsidR="00E5495F">
              <w:t>Locate and verify readiness of first aid equipment for animal and humans</w:t>
            </w:r>
          </w:p>
          <w:p w14:paraId="194B884B" w14:textId="22C8055A" w:rsidR="00455F13" w:rsidRPr="00455F13" w:rsidRDefault="00455F13" w:rsidP="00455F13">
            <w:pPr>
              <w:pStyle w:val="SIText"/>
            </w:pPr>
            <w:r w:rsidRPr="00455F13">
              <w:t>2.3 Select and check electronic reader against a reference chip</w:t>
            </w:r>
          </w:p>
          <w:p w14:paraId="4988B7D3" w14:textId="1CB784A0" w:rsidR="00A67C83" w:rsidRPr="00455F13" w:rsidRDefault="00455F13" w:rsidP="00455F13">
            <w:pPr>
              <w:pStyle w:val="SIText"/>
            </w:pPr>
            <w:r w:rsidRPr="00455F13">
              <w:lastRenderedPageBreak/>
              <w:t>2.4 Check microchip to be implanted to confirm it meets relevant Standards and legislative requirements, and scan serial number against packaging number</w:t>
            </w:r>
          </w:p>
        </w:tc>
      </w:tr>
      <w:tr w:rsidR="00A67C83" w:rsidRPr="001B4250" w14:paraId="09B83DAF" w14:textId="77777777" w:rsidTr="0012264D">
        <w:tc>
          <w:tcPr>
            <w:tcW w:w="3402" w:type="dxa"/>
          </w:tcPr>
          <w:p w14:paraId="1F6B1751" w14:textId="61EB2232" w:rsidR="00A67C83" w:rsidRPr="001B4250" w:rsidRDefault="00A67C83" w:rsidP="00F91166">
            <w:pPr>
              <w:pStyle w:val="SIText"/>
              <w:rPr>
                <w:rFonts w:cs="Arial"/>
                <w:color w:val="000000" w:themeColor="text2"/>
              </w:rPr>
            </w:pPr>
            <w:r w:rsidRPr="001B4250">
              <w:rPr>
                <w:rFonts w:cs="Arial"/>
                <w:color w:val="000000" w:themeColor="text2"/>
              </w:rPr>
              <w:lastRenderedPageBreak/>
              <w:t>3</w:t>
            </w:r>
            <w:r w:rsidR="00E5495F" w:rsidRPr="0012264D">
              <w:t>. Prepare animal for implantation</w:t>
            </w:r>
          </w:p>
        </w:tc>
        <w:tc>
          <w:tcPr>
            <w:tcW w:w="5954" w:type="dxa"/>
          </w:tcPr>
          <w:p w14:paraId="246F8D19" w14:textId="1542388B" w:rsidR="00E5495F" w:rsidRPr="0012264D" w:rsidRDefault="00E5495F" w:rsidP="0012264D">
            <w:pPr>
              <w:pStyle w:val="SIText"/>
            </w:pPr>
            <w:r w:rsidRPr="0012264D">
              <w:t>3.1 Obtain and record prescribed identifying information</w:t>
            </w:r>
          </w:p>
          <w:p w14:paraId="6684B7B2" w14:textId="77777777" w:rsidR="00E5495F" w:rsidRPr="0012264D" w:rsidRDefault="00E5495F" w:rsidP="0012264D">
            <w:pPr>
              <w:pStyle w:val="SIText"/>
            </w:pPr>
            <w:r w:rsidRPr="0012264D">
              <w:t>3.2 Assess animal for behavioural problems and refer animal to veterinarian where unmanageable fear or aggressive tendencies are identified</w:t>
            </w:r>
          </w:p>
          <w:p w14:paraId="0C8809AC" w14:textId="5EAACBB8" w:rsidR="00E5495F" w:rsidRPr="0012264D" w:rsidRDefault="00E5495F" w:rsidP="0012264D">
            <w:pPr>
              <w:pStyle w:val="SIText"/>
            </w:pPr>
            <w:r w:rsidRPr="0012264D">
              <w:t>3.3 Obtain owner permission to restrain the animal, if owner present, and select and fit animal restraint device according to animal welfare and regulatory requirements</w:t>
            </w:r>
          </w:p>
          <w:p w14:paraId="59E7D570" w14:textId="717082AC" w:rsidR="00E5495F" w:rsidRPr="0012264D" w:rsidRDefault="00E5495F" w:rsidP="0012264D">
            <w:pPr>
              <w:pStyle w:val="SIText"/>
            </w:pPr>
            <w:r w:rsidRPr="0012264D">
              <w:t>3.4 Use personal protective equipment (PPE) according to workplace procedures</w:t>
            </w:r>
          </w:p>
          <w:p w14:paraId="10BB23F4" w14:textId="48A27517" w:rsidR="00281345" w:rsidRPr="0012264D" w:rsidRDefault="00E5495F" w:rsidP="0012264D">
            <w:pPr>
              <w:pStyle w:val="SIText"/>
            </w:pPr>
            <w:r w:rsidRPr="0012264D">
              <w:t xml:space="preserve">3.5 Observe </w:t>
            </w:r>
            <w:r w:rsidR="00281345" w:rsidRPr="0012264D">
              <w:t>animal for indicators of</w:t>
            </w:r>
            <w:r w:rsidRPr="0012264D">
              <w:t xml:space="preserve"> health</w:t>
            </w:r>
            <w:r w:rsidR="00281345" w:rsidRPr="0012264D">
              <w:t xml:space="preserve"> and wellbeing,</w:t>
            </w:r>
            <w:r w:rsidR="0012264D">
              <w:t xml:space="preserve"> </w:t>
            </w:r>
            <w:r w:rsidRPr="0012264D">
              <w:t>identify signs of ill health</w:t>
            </w:r>
            <w:r w:rsidR="0012264D">
              <w:t xml:space="preserve"> and </w:t>
            </w:r>
            <w:r w:rsidR="00281345" w:rsidRPr="0012264D">
              <w:t>ascertain from animal owner the animal's existing or previous health conditions that may be affected by microchip implantation</w:t>
            </w:r>
          </w:p>
          <w:p w14:paraId="6A6A43CF" w14:textId="7298923B" w:rsidR="00A67C83" w:rsidRPr="001B4250" w:rsidRDefault="00E5495F" w:rsidP="0012264D">
            <w:pPr>
              <w:pStyle w:val="SIText"/>
              <w:rPr>
                <w:rFonts w:cs="Arial"/>
                <w:color w:val="000000" w:themeColor="text2"/>
              </w:rPr>
            </w:pPr>
            <w:r w:rsidRPr="0012264D">
              <w:t>3.6 Scan animal to check if previous implantation has occurred, and complete legislative and industry actions for previously implanted microchip if required</w:t>
            </w:r>
          </w:p>
        </w:tc>
      </w:tr>
      <w:tr w:rsidR="00281345" w:rsidRPr="001B4250" w14:paraId="161996DA" w14:textId="77777777" w:rsidTr="0012264D">
        <w:tc>
          <w:tcPr>
            <w:tcW w:w="3402" w:type="dxa"/>
          </w:tcPr>
          <w:p w14:paraId="64C69BC1" w14:textId="22262F33" w:rsidR="00281345" w:rsidRPr="0012264D" w:rsidRDefault="00281345" w:rsidP="0012264D">
            <w:pPr>
              <w:pStyle w:val="SIText"/>
            </w:pPr>
            <w:r w:rsidRPr="0012264D">
              <w:t>4. Undertake implantation procedure</w:t>
            </w:r>
          </w:p>
        </w:tc>
        <w:tc>
          <w:tcPr>
            <w:tcW w:w="5954" w:type="dxa"/>
          </w:tcPr>
          <w:p w14:paraId="4BB30002" w14:textId="77777777" w:rsidR="00281345" w:rsidRDefault="00281345" w:rsidP="0012264D">
            <w:pPr>
              <w:pStyle w:val="SIText"/>
            </w:pPr>
            <w:r>
              <w:t>4.1 Check implantation site for abnormalities and refer owner to veterinarian in the event of observed concerns</w:t>
            </w:r>
          </w:p>
          <w:p w14:paraId="2D1437BA" w14:textId="788A6E02" w:rsidR="00281345" w:rsidRDefault="00281345" w:rsidP="0012264D">
            <w:pPr>
              <w:pStyle w:val="SIText"/>
            </w:pPr>
            <w:r>
              <w:t xml:space="preserve">4.2 Position animal for implantation, </w:t>
            </w:r>
            <w:r w:rsidR="0012264D">
              <w:t>considering</w:t>
            </w:r>
            <w:r>
              <w:t xml:space="preserve"> animal welfare, animal size, species, behavioural assessment, and work health and safety (WHS) risks</w:t>
            </w:r>
          </w:p>
          <w:p w14:paraId="7BAA9CBB" w14:textId="77777777" w:rsidR="00281345" w:rsidRDefault="00281345" w:rsidP="0012264D">
            <w:pPr>
              <w:pStyle w:val="SIText"/>
            </w:pPr>
            <w:r>
              <w:t>4.3 Inspect injection site and prepare for procedure using aseptic techniques according to industry standards</w:t>
            </w:r>
          </w:p>
          <w:p w14:paraId="5B4B9AAF" w14:textId="77777777" w:rsidR="00281345" w:rsidRDefault="00281345" w:rsidP="0012264D">
            <w:pPr>
              <w:pStyle w:val="SIText"/>
            </w:pPr>
            <w:r>
              <w:t>4.4 Prepare the implanting device while maintaining asepsis</w:t>
            </w:r>
          </w:p>
          <w:p w14:paraId="399F5C1A" w14:textId="77777777" w:rsidR="0012264D" w:rsidRPr="0012264D" w:rsidRDefault="0012264D" w:rsidP="0012264D">
            <w:pPr>
              <w:pStyle w:val="SIText"/>
            </w:pPr>
            <w:r w:rsidRPr="0012264D">
              <w:t xml:space="preserve">4.5 </w:t>
            </w:r>
            <w:r w:rsidRPr="0012264D">
              <w:rPr>
                <w:rStyle w:val="Strong"/>
                <w:b w:val="0"/>
                <w:bCs w:val="0"/>
              </w:rPr>
              <w:t>Prepare the insertion site according to species-specific requirements, stabilise the tissue appropriately, and insert the needle at the recommended angle and depth for safe microchip placement.</w:t>
            </w:r>
          </w:p>
          <w:p w14:paraId="319D3720" w14:textId="77777777" w:rsidR="0012264D" w:rsidRPr="0012264D" w:rsidRDefault="0012264D" w:rsidP="0012264D">
            <w:pPr>
              <w:pStyle w:val="SIText"/>
            </w:pPr>
            <w:r w:rsidRPr="0012264D">
              <w:t xml:space="preserve">4.6 </w:t>
            </w:r>
            <w:r w:rsidRPr="0012264D">
              <w:rPr>
                <w:rStyle w:val="Strong"/>
                <w:b w:val="0"/>
                <w:bCs w:val="0"/>
              </w:rPr>
              <w:t>Discharge the microchip fully into the designated tissue location, withdraw the needle carefully, and confirm the microchip has been released, under the supervision of a veterinary surgeon.</w:t>
            </w:r>
          </w:p>
          <w:p w14:paraId="305DFED2" w14:textId="77777777" w:rsidR="00281345" w:rsidRDefault="00281345" w:rsidP="0012264D">
            <w:pPr>
              <w:pStyle w:val="SIText"/>
            </w:pPr>
            <w:r>
              <w:t>4.7 Dispose of needles in an approved sharps container</w:t>
            </w:r>
          </w:p>
          <w:p w14:paraId="21057FC7" w14:textId="77777777" w:rsidR="00281345" w:rsidRDefault="00281345" w:rsidP="0012264D">
            <w:pPr>
              <w:pStyle w:val="SIText"/>
            </w:pPr>
            <w:r>
              <w:t>4.8 Complete post-implantation workplace hygiene clean-up procedures</w:t>
            </w:r>
          </w:p>
          <w:p w14:paraId="6B03C5B0" w14:textId="77777777" w:rsidR="00281345" w:rsidRDefault="00281345" w:rsidP="0012264D">
            <w:pPr>
              <w:pStyle w:val="SIText"/>
            </w:pPr>
            <w:r>
              <w:t>4.9 Assess injuries sustained to humans and provide first aid treatment and seek medical attention if required</w:t>
            </w:r>
          </w:p>
          <w:p w14:paraId="32523074" w14:textId="263B0D07" w:rsidR="00281345" w:rsidRDefault="00281345" w:rsidP="0012264D">
            <w:pPr>
              <w:pStyle w:val="SIText"/>
            </w:pPr>
            <w:r>
              <w:t>4.10 Assess injuries sustained to animals and provide first aid treatment and seek veterinary attention if required</w:t>
            </w:r>
          </w:p>
        </w:tc>
      </w:tr>
      <w:tr w:rsidR="00281345" w:rsidRPr="001B4250" w14:paraId="1A6100EE" w14:textId="77777777" w:rsidTr="0012264D">
        <w:tc>
          <w:tcPr>
            <w:tcW w:w="3402" w:type="dxa"/>
          </w:tcPr>
          <w:p w14:paraId="193D7166" w14:textId="3FD512FC" w:rsidR="00281345" w:rsidRDefault="00281345" w:rsidP="00D43E76">
            <w:pPr>
              <w:pStyle w:val="SIText"/>
              <w:rPr>
                <w:shd w:val="clear" w:color="auto" w:fill="FBFBFB"/>
              </w:rPr>
            </w:pPr>
            <w:r>
              <w:rPr>
                <w:shd w:val="clear" w:color="auto" w:fill="FFFFFF"/>
              </w:rPr>
              <w:t>5. Conduct post-implantation procedures</w:t>
            </w:r>
          </w:p>
        </w:tc>
        <w:tc>
          <w:tcPr>
            <w:tcW w:w="5954" w:type="dxa"/>
          </w:tcPr>
          <w:p w14:paraId="5E04EE5F" w14:textId="3F3B4D10" w:rsidR="00281345" w:rsidRDefault="00281345" w:rsidP="00D43E76">
            <w:pPr>
              <w:pStyle w:val="SIText"/>
            </w:pPr>
            <w:r>
              <w:t>5.1 Visually check implantation site and scan to ensure correct functioning of microchip</w:t>
            </w:r>
          </w:p>
          <w:p w14:paraId="7E39A96B" w14:textId="76012769" w:rsidR="00281345" w:rsidRDefault="00281345" w:rsidP="00D43E76">
            <w:pPr>
              <w:pStyle w:val="SIText"/>
            </w:pPr>
            <w:r>
              <w:lastRenderedPageBreak/>
              <w:t>5.2 Provide post-implantation advice to owner</w:t>
            </w:r>
            <w:r w:rsidR="00D43E76">
              <w:t>, handler or keeper</w:t>
            </w:r>
          </w:p>
          <w:p w14:paraId="05257831" w14:textId="77777777" w:rsidR="00281345" w:rsidRDefault="00281345" w:rsidP="00D43E76">
            <w:pPr>
              <w:pStyle w:val="SIText"/>
            </w:pPr>
            <w:r>
              <w:t>5.3 Note animal condition and seek veterinary assistance if there are signs of adverse reactions</w:t>
            </w:r>
          </w:p>
          <w:p w14:paraId="0980AF1E" w14:textId="2551E075" w:rsidR="00281345" w:rsidRDefault="00281345" w:rsidP="00D43E76">
            <w:pPr>
              <w:pStyle w:val="SIText"/>
            </w:pPr>
            <w:r>
              <w:t>5.4 Explain to owner the processes undertaken by animal registry service</w:t>
            </w:r>
            <w:r w:rsidR="00D43E76">
              <w:t>s</w:t>
            </w:r>
            <w:r>
              <w:t>, and distinguish from registering with local government/council</w:t>
            </w:r>
          </w:p>
          <w:p w14:paraId="653416F1" w14:textId="75DE6405" w:rsidR="00281345" w:rsidRDefault="00281345" w:rsidP="00D43E76">
            <w:pPr>
              <w:pStyle w:val="SIText"/>
            </w:pPr>
            <w:r>
              <w:t>5.5 Impress importance of maintenance of ownership records to owner/keeper, and provide procedure to be followed in the event of loss of animal</w:t>
            </w:r>
          </w:p>
        </w:tc>
      </w:tr>
      <w:tr w:rsidR="00281345" w:rsidRPr="001B4250" w14:paraId="06B9102A" w14:textId="77777777" w:rsidTr="0012264D">
        <w:tc>
          <w:tcPr>
            <w:tcW w:w="3402" w:type="dxa"/>
          </w:tcPr>
          <w:p w14:paraId="22736731" w14:textId="28C3323D" w:rsidR="00281345" w:rsidRPr="00D43E76" w:rsidRDefault="00281345" w:rsidP="00D43E76">
            <w:pPr>
              <w:pStyle w:val="SIText"/>
            </w:pPr>
            <w:r w:rsidRPr="00D43E76">
              <w:lastRenderedPageBreak/>
              <w:t>6. Maintain records in accordance with legislative requirements</w:t>
            </w:r>
          </w:p>
        </w:tc>
        <w:tc>
          <w:tcPr>
            <w:tcW w:w="5954" w:type="dxa"/>
          </w:tcPr>
          <w:p w14:paraId="17BE1AF8" w14:textId="77777777" w:rsidR="00281345" w:rsidRPr="00D43E76" w:rsidRDefault="00281345" w:rsidP="00D43E76">
            <w:pPr>
              <w:pStyle w:val="SIText"/>
            </w:pPr>
            <w:r w:rsidRPr="00D43E76">
              <w:t>6.1 Record procedure using prescribed identifying information, including identification of implanter</w:t>
            </w:r>
          </w:p>
          <w:p w14:paraId="731D5B41" w14:textId="77777777" w:rsidR="00281345" w:rsidRPr="00D43E76" w:rsidRDefault="00281345" w:rsidP="00D43E76">
            <w:pPr>
              <w:pStyle w:val="SIText"/>
            </w:pPr>
            <w:r w:rsidRPr="00D43E76">
              <w:t>6.2 Forward documentation to relevant animal registry services</w:t>
            </w:r>
          </w:p>
          <w:p w14:paraId="404A8ABB" w14:textId="4AA28D13" w:rsidR="00281345" w:rsidRPr="00D43E76" w:rsidRDefault="00281345" w:rsidP="00D43E76">
            <w:pPr>
              <w:pStyle w:val="SIText"/>
            </w:pPr>
            <w:r w:rsidRPr="00D43E76">
              <w:t>6.3 Maintain and file copy of records for specific implanter</w:t>
            </w:r>
          </w:p>
        </w:tc>
      </w:tr>
    </w:tbl>
    <w:p w14:paraId="0965687E" w14:textId="77777777" w:rsidR="006A5CF9" w:rsidRPr="001B4250" w:rsidRDefault="006A5CF9" w:rsidP="006275E3">
      <w:pPr>
        <w:pStyle w:val="Heading4"/>
        <w:rPr>
          <w:rFonts w:ascii="Arial" w:hAnsi="Arial" w:cs="Arial"/>
          <w:color w:val="000000" w:themeColor="text2"/>
        </w:rPr>
      </w:pPr>
    </w:p>
    <w:p w14:paraId="5BEB7EBC" w14:textId="31CEA41C" w:rsidR="006275E3" w:rsidRDefault="006A5CF9" w:rsidP="006275E3">
      <w:pPr>
        <w:pStyle w:val="Heading4"/>
        <w:rPr>
          <w:rFonts w:ascii="Arial" w:hAnsi="Arial" w:cs="Arial"/>
          <w:color w:val="000000" w:themeColor="text2"/>
        </w:rPr>
      </w:pPr>
      <w:r w:rsidRPr="001B4250">
        <w:rPr>
          <w:rFonts w:ascii="Arial" w:hAnsi="Arial" w:cs="Arial"/>
          <w:color w:val="000000" w:themeColor="text2"/>
        </w:rPr>
        <w:t>F</w:t>
      </w:r>
      <w:r w:rsidR="00A83F69" w:rsidRPr="001B4250">
        <w:rPr>
          <w:rFonts w:ascii="Arial" w:hAnsi="Arial" w:cs="Arial"/>
          <w:color w:val="000000" w:themeColor="text2"/>
        </w:rPr>
        <w:t>oundation skills</w:t>
      </w:r>
    </w:p>
    <w:p w14:paraId="23B1C200" w14:textId="77777777" w:rsidR="00667FF2" w:rsidRPr="000643E3" w:rsidRDefault="00667FF2" w:rsidP="000643E3">
      <w:pPr>
        <w:pStyle w:val="BodyTextSI"/>
        <w:rPr>
          <w:b/>
          <w:bCs/>
        </w:rPr>
      </w:pPr>
    </w:p>
    <w:tbl>
      <w:tblPr>
        <w:tblStyle w:val="TableGrid"/>
        <w:tblW w:w="0" w:type="auto"/>
        <w:tblLook w:val="04A0" w:firstRow="1" w:lastRow="0" w:firstColumn="1" w:lastColumn="0" w:noHBand="0" w:noVBand="1"/>
      </w:tblPr>
      <w:tblGrid>
        <w:gridCol w:w="1880"/>
        <w:gridCol w:w="1880"/>
        <w:gridCol w:w="1880"/>
        <w:gridCol w:w="1990"/>
        <w:gridCol w:w="2255"/>
      </w:tblGrid>
      <w:tr w:rsidR="00C602DE" w:rsidRPr="001B4250" w14:paraId="6E035243" w14:textId="77777777" w:rsidTr="00726491">
        <w:tc>
          <w:tcPr>
            <w:tcW w:w="1880" w:type="dxa"/>
          </w:tcPr>
          <w:p w14:paraId="1B1FC08B" w14:textId="10EC77E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Learning</w:t>
            </w:r>
          </w:p>
        </w:tc>
        <w:tc>
          <w:tcPr>
            <w:tcW w:w="1880" w:type="dxa"/>
          </w:tcPr>
          <w:p w14:paraId="2C2A6618" w14:textId="4372DF00"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Reading</w:t>
            </w:r>
          </w:p>
        </w:tc>
        <w:tc>
          <w:tcPr>
            <w:tcW w:w="1880" w:type="dxa"/>
          </w:tcPr>
          <w:p w14:paraId="719B7923" w14:textId="274AE6DF"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Writing</w:t>
            </w:r>
          </w:p>
        </w:tc>
        <w:tc>
          <w:tcPr>
            <w:tcW w:w="1881" w:type="dxa"/>
          </w:tcPr>
          <w:p w14:paraId="74832C6C" w14:textId="62FDE15C"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Oral communication</w:t>
            </w:r>
          </w:p>
        </w:tc>
        <w:tc>
          <w:tcPr>
            <w:tcW w:w="2255" w:type="dxa"/>
          </w:tcPr>
          <w:p w14:paraId="674C1D0C" w14:textId="3E45BCD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Numeracy</w:t>
            </w:r>
          </w:p>
        </w:tc>
      </w:tr>
      <w:tr w:rsidR="00C602DE" w:rsidRPr="001B4250" w14:paraId="392C0B40" w14:textId="77777777" w:rsidTr="00726491">
        <w:tc>
          <w:tcPr>
            <w:tcW w:w="1880" w:type="dxa"/>
          </w:tcPr>
          <w:p w14:paraId="1077CCAE" w14:textId="57851371" w:rsidR="00726491" w:rsidRPr="001B4250" w:rsidRDefault="00834E77" w:rsidP="00726491">
            <w:pPr>
              <w:pStyle w:val="BodyTextSI"/>
              <w:rPr>
                <w:rFonts w:ascii="Arial" w:hAnsi="Arial" w:cs="Arial"/>
                <w:color w:val="000000" w:themeColor="text2"/>
              </w:rPr>
            </w:pPr>
            <w:r>
              <w:rPr>
                <w:rFonts w:ascii="Arial" w:hAnsi="Arial" w:cs="Arial"/>
                <w:color w:val="000000" w:themeColor="text2"/>
              </w:rPr>
              <w:t>3</w:t>
            </w:r>
          </w:p>
        </w:tc>
        <w:tc>
          <w:tcPr>
            <w:tcW w:w="1880" w:type="dxa"/>
          </w:tcPr>
          <w:p w14:paraId="5EF3D7E5" w14:textId="2747C7CC" w:rsidR="00726491" w:rsidRPr="001B4250" w:rsidRDefault="00834E77" w:rsidP="00726491">
            <w:pPr>
              <w:pStyle w:val="BodyTextSI"/>
              <w:rPr>
                <w:rFonts w:ascii="Arial" w:hAnsi="Arial" w:cs="Arial"/>
                <w:color w:val="000000" w:themeColor="text2"/>
              </w:rPr>
            </w:pPr>
            <w:r>
              <w:rPr>
                <w:rFonts w:ascii="Arial" w:hAnsi="Arial" w:cs="Arial"/>
                <w:color w:val="000000" w:themeColor="text2"/>
              </w:rPr>
              <w:t>4</w:t>
            </w:r>
          </w:p>
        </w:tc>
        <w:tc>
          <w:tcPr>
            <w:tcW w:w="1880" w:type="dxa"/>
          </w:tcPr>
          <w:p w14:paraId="4BAE5E3B" w14:textId="07C891B6" w:rsidR="00726491" w:rsidRPr="001B4250" w:rsidRDefault="00834E77" w:rsidP="00726491">
            <w:pPr>
              <w:pStyle w:val="BodyTextSI"/>
              <w:rPr>
                <w:rFonts w:ascii="Arial" w:hAnsi="Arial" w:cs="Arial"/>
                <w:color w:val="000000" w:themeColor="text2"/>
              </w:rPr>
            </w:pPr>
            <w:r>
              <w:rPr>
                <w:rFonts w:ascii="Arial" w:hAnsi="Arial" w:cs="Arial"/>
                <w:color w:val="000000" w:themeColor="text2"/>
              </w:rPr>
              <w:t>3</w:t>
            </w:r>
          </w:p>
        </w:tc>
        <w:tc>
          <w:tcPr>
            <w:tcW w:w="1881" w:type="dxa"/>
          </w:tcPr>
          <w:p w14:paraId="7B61E8CD" w14:textId="348ABA3A" w:rsidR="00726491" w:rsidRPr="001B4250" w:rsidRDefault="00834E77" w:rsidP="00726491">
            <w:pPr>
              <w:pStyle w:val="BodyTextSI"/>
              <w:rPr>
                <w:rFonts w:ascii="Arial" w:hAnsi="Arial" w:cs="Arial"/>
                <w:color w:val="000000" w:themeColor="text2"/>
              </w:rPr>
            </w:pPr>
            <w:r>
              <w:rPr>
                <w:rFonts w:ascii="Arial" w:hAnsi="Arial" w:cs="Arial"/>
                <w:color w:val="000000" w:themeColor="text2"/>
              </w:rPr>
              <w:t>4</w:t>
            </w:r>
          </w:p>
        </w:tc>
        <w:tc>
          <w:tcPr>
            <w:tcW w:w="2255" w:type="dxa"/>
          </w:tcPr>
          <w:p w14:paraId="762D0BD6" w14:textId="4DC6D354" w:rsidR="00726491" w:rsidRPr="001B4250" w:rsidRDefault="00E63309" w:rsidP="00726491">
            <w:pPr>
              <w:pStyle w:val="BodyTextSI"/>
              <w:rPr>
                <w:rFonts w:ascii="Arial" w:hAnsi="Arial" w:cs="Arial"/>
                <w:color w:val="000000" w:themeColor="text2"/>
              </w:rPr>
            </w:pPr>
            <w:r>
              <w:rPr>
                <w:rFonts w:ascii="Arial" w:hAnsi="Arial" w:cs="Arial"/>
                <w:color w:val="000000" w:themeColor="text2"/>
              </w:rPr>
              <w:t>3</w:t>
            </w:r>
          </w:p>
        </w:tc>
      </w:tr>
    </w:tbl>
    <w:p w14:paraId="7E6B51B1" w14:textId="77777777" w:rsidR="00834E77" w:rsidRDefault="00834E77" w:rsidP="00726491">
      <w:pPr>
        <w:pStyle w:val="BodyTextSI"/>
        <w:rPr>
          <w:rFonts w:ascii="Arial" w:hAnsi="Arial" w:cs="Arial"/>
          <w:b/>
          <w:bCs/>
          <w:color w:val="000000" w:themeColor="text2"/>
        </w:rPr>
      </w:pPr>
    </w:p>
    <w:p w14:paraId="13437BE6" w14:textId="77777777" w:rsidR="00D024B9" w:rsidRPr="001B4250" w:rsidRDefault="00D024B9" w:rsidP="00D024B9">
      <w:pPr>
        <w:pStyle w:val="BodyTextSI"/>
        <w:rPr>
          <w:rFonts w:ascii="Arial" w:hAnsi="Arial" w:cs="Arial"/>
          <w:color w:val="000000" w:themeColor="text2"/>
        </w:rPr>
      </w:pPr>
    </w:p>
    <w:p w14:paraId="15005F50" w14:textId="261B07C9" w:rsidR="00FB2F6B" w:rsidRPr="001B4250" w:rsidRDefault="00FB2F6B" w:rsidP="00D024B9">
      <w:pPr>
        <w:pStyle w:val="BodyTextSI"/>
        <w:rPr>
          <w:rFonts w:ascii="Arial" w:hAnsi="Arial" w:cs="Arial"/>
          <w:b/>
          <w:bCs/>
          <w:color w:val="000000" w:themeColor="text2"/>
          <w:sz w:val="28"/>
          <w:szCs w:val="28"/>
        </w:rPr>
      </w:pPr>
      <w:r w:rsidRPr="001B4250">
        <w:rPr>
          <w:rFonts w:ascii="Arial" w:hAnsi="Arial" w:cs="Arial"/>
          <w:b/>
          <w:bCs/>
          <w:color w:val="000000" w:themeColor="text2"/>
          <w:sz w:val="28"/>
          <w:szCs w:val="28"/>
        </w:rPr>
        <w:t>Assessment Requirements</w:t>
      </w:r>
    </w:p>
    <w:p w14:paraId="6D8C9B22" w14:textId="7DAF89F3" w:rsidR="00FB2F6B" w:rsidRPr="001B4250" w:rsidRDefault="00FB2F6B" w:rsidP="00D024B9">
      <w:pPr>
        <w:pStyle w:val="BodyTextSI"/>
        <w:rPr>
          <w:rFonts w:ascii="Arial" w:hAnsi="Arial" w:cs="Arial"/>
          <w:b/>
          <w:bCs/>
          <w:color w:val="000000" w:themeColor="text2"/>
        </w:rPr>
      </w:pPr>
      <w:r w:rsidRPr="001B4250">
        <w:rPr>
          <w:rFonts w:ascii="Arial" w:hAnsi="Arial" w:cs="Arial"/>
          <w:b/>
          <w:bCs/>
          <w:color w:val="000000" w:themeColor="text2"/>
        </w:rPr>
        <w:t>Performance evidence</w:t>
      </w:r>
    </w:p>
    <w:p w14:paraId="509B0FF5" w14:textId="77777777" w:rsidR="00834E77" w:rsidRPr="00834E77" w:rsidRDefault="00834E77" w:rsidP="00834E77">
      <w:pPr>
        <w:pStyle w:val="SIText"/>
      </w:pPr>
      <w:r w:rsidRPr="00834E77">
        <w:t>An individual demonstrating competency must satisfy all of the elements and performance criteria in this unit.</w:t>
      </w:r>
    </w:p>
    <w:p w14:paraId="67BFFF1F" w14:textId="77777777" w:rsidR="00834E77" w:rsidRPr="00834E77" w:rsidRDefault="00834E77" w:rsidP="00834E77">
      <w:pPr>
        <w:pStyle w:val="SIText"/>
        <w:rPr>
          <w:lang w:eastAsia="en-GB"/>
        </w:rPr>
      </w:pPr>
      <w:r w:rsidRPr="00834E77">
        <w:rPr>
          <w:lang w:eastAsia="en-GB"/>
        </w:rPr>
        <w:t>There must be evidence that the individual has:</w:t>
      </w:r>
    </w:p>
    <w:p w14:paraId="4BAB2F4A" w14:textId="6C34670D" w:rsidR="00834E77" w:rsidRPr="00834E77" w:rsidRDefault="00834E77" w:rsidP="00834E77">
      <w:pPr>
        <w:pStyle w:val="SIBulletList1"/>
      </w:pPr>
      <w:r w:rsidRPr="00834E77">
        <w:t xml:space="preserve">implanted a microchip in a minimum of </w:t>
      </w:r>
      <w:r w:rsidR="003E4777">
        <w:t>6</w:t>
      </w:r>
      <w:r w:rsidRPr="00834E77">
        <w:t xml:space="preserve"> animal </w:t>
      </w:r>
      <w:r w:rsidR="003E4777">
        <w:t>simulation models including 3 different species</w:t>
      </w:r>
    </w:p>
    <w:p w14:paraId="0141FA5C" w14:textId="3B5A16E8" w:rsidR="00834E77" w:rsidRPr="00834E77" w:rsidRDefault="00834E77" w:rsidP="00834E77">
      <w:pPr>
        <w:pStyle w:val="SIBulletList1"/>
        <w:rPr>
          <w:lang w:eastAsia="en-GB"/>
        </w:rPr>
      </w:pPr>
      <w:r w:rsidRPr="00834E77">
        <w:rPr>
          <w:lang w:eastAsia="en-GB"/>
        </w:rPr>
        <w:t xml:space="preserve">implanted a microchip, under </w:t>
      </w:r>
      <w:r>
        <w:rPr>
          <w:lang w:eastAsia="en-GB"/>
        </w:rPr>
        <w:t xml:space="preserve">the </w:t>
      </w:r>
      <w:r w:rsidRPr="00834E77">
        <w:rPr>
          <w:lang w:eastAsia="en-GB"/>
        </w:rPr>
        <w:t xml:space="preserve">supervision of a </w:t>
      </w:r>
      <w:r w:rsidR="00DA09E0">
        <w:rPr>
          <w:lang w:eastAsia="en-GB"/>
        </w:rPr>
        <w:t xml:space="preserve">registered </w:t>
      </w:r>
      <w:r w:rsidRPr="00834E77">
        <w:rPr>
          <w:lang w:eastAsia="en-GB"/>
        </w:rPr>
        <w:t xml:space="preserve">veterinarian, in </w:t>
      </w:r>
      <w:r w:rsidR="003E4777">
        <w:rPr>
          <w:lang w:eastAsia="en-GB"/>
        </w:rPr>
        <w:t>6</w:t>
      </w:r>
      <w:r w:rsidRPr="00834E77">
        <w:rPr>
          <w:lang w:eastAsia="en-GB"/>
        </w:rPr>
        <w:t xml:space="preserve"> live animals of varying ages, breeds and temperaments, including:</w:t>
      </w:r>
    </w:p>
    <w:p w14:paraId="5B2E520B" w14:textId="4F98EFA8" w:rsidR="00834E77" w:rsidRPr="00834E77" w:rsidRDefault="003E4777" w:rsidP="00834E77">
      <w:pPr>
        <w:pStyle w:val="SIBulletList2"/>
      </w:pPr>
      <w:r>
        <w:t>2</w:t>
      </w:r>
      <w:r w:rsidR="00834E77" w:rsidRPr="00834E77">
        <w:t xml:space="preserve"> cats – one must be conscious</w:t>
      </w:r>
    </w:p>
    <w:p w14:paraId="1B0E59CC" w14:textId="58FE086D" w:rsidR="00834E77" w:rsidRPr="00834E77" w:rsidRDefault="003E4777" w:rsidP="00834E77">
      <w:pPr>
        <w:pStyle w:val="SIBulletList2"/>
      </w:pPr>
      <w:r>
        <w:t>2</w:t>
      </w:r>
      <w:r w:rsidR="00834E77" w:rsidRPr="00834E77">
        <w:t xml:space="preserve"> dogs – one must be conscious</w:t>
      </w:r>
    </w:p>
    <w:p w14:paraId="306435D2" w14:textId="4D3ED6D5" w:rsidR="00C602DE" w:rsidRDefault="00834E77" w:rsidP="00C602DE">
      <w:pPr>
        <w:pStyle w:val="SIBulletList2"/>
        <w:rPr>
          <w:lang w:eastAsia="en-GB"/>
        </w:rPr>
      </w:pPr>
      <w:r w:rsidRPr="00834E77">
        <w:rPr>
          <w:lang w:eastAsia="en-GB"/>
        </w:rPr>
        <w:t xml:space="preserve">remaining </w:t>
      </w:r>
      <w:r w:rsidR="003E4777">
        <w:rPr>
          <w:lang w:eastAsia="en-GB"/>
        </w:rPr>
        <w:t>2</w:t>
      </w:r>
      <w:r w:rsidRPr="00834E77">
        <w:rPr>
          <w:lang w:eastAsia="en-GB"/>
        </w:rPr>
        <w:t xml:space="preserve"> can be </w:t>
      </w:r>
      <w:r w:rsidR="005B6AB5">
        <w:rPr>
          <w:lang w:eastAsia="en-GB"/>
        </w:rPr>
        <w:t>other species where legislation allows</w:t>
      </w:r>
      <w:r w:rsidR="003E4777">
        <w:rPr>
          <w:lang w:eastAsia="en-GB"/>
        </w:rPr>
        <w:t xml:space="preserve"> and </w:t>
      </w:r>
      <w:r w:rsidRPr="00834E77">
        <w:rPr>
          <w:lang w:eastAsia="en-GB"/>
        </w:rPr>
        <w:t>either conscious or unconscious.</w:t>
      </w:r>
    </w:p>
    <w:p w14:paraId="254371E2" w14:textId="2463C452" w:rsidR="005E7BE2" w:rsidRDefault="009944A0" w:rsidP="000643E3">
      <w:pPr>
        <w:pStyle w:val="SIText"/>
      </w:pPr>
      <w:r>
        <w:t>Performance must</w:t>
      </w:r>
      <w:r w:rsidRPr="00130EFA">
        <w:t xml:space="preserve"> be demonstrated in a workplace or an environment wher</w:t>
      </w:r>
      <w:r>
        <w:t>e microchip</w:t>
      </w:r>
      <w:r w:rsidR="001E0173">
        <w:t xml:space="preserve"> identification device implantation is</w:t>
      </w:r>
      <w:r w:rsidRPr="00130EFA">
        <w:t xml:space="preserve"> carried out on real animals.</w:t>
      </w:r>
    </w:p>
    <w:p w14:paraId="158AA502" w14:textId="77777777" w:rsidR="00DA09E0" w:rsidRPr="00DA09E0" w:rsidRDefault="00DA09E0" w:rsidP="00DA09E0">
      <w:pPr>
        <w:pStyle w:val="SIBulletList2"/>
        <w:numPr>
          <w:ilvl w:val="0"/>
          <w:numId w:val="0"/>
        </w:numPr>
        <w:ind w:left="714"/>
        <w:rPr>
          <w:lang w:eastAsia="en-GB"/>
        </w:rPr>
      </w:pPr>
    </w:p>
    <w:p w14:paraId="1CACF4A4" w14:textId="7E1CC9CB" w:rsidR="002D4A5E" w:rsidRPr="001B4250" w:rsidRDefault="002D4A5E" w:rsidP="002D4A5E">
      <w:pPr>
        <w:pStyle w:val="BodyTextSI"/>
        <w:rPr>
          <w:rFonts w:ascii="Arial" w:hAnsi="Arial" w:cs="Arial"/>
          <w:b/>
          <w:bCs/>
          <w:color w:val="000000" w:themeColor="text2"/>
        </w:rPr>
      </w:pPr>
      <w:r w:rsidRPr="001B4250">
        <w:rPr>
          <w:rFonts w:ascii="Arial" w:hAnsi="Arial" w:cs="Arial"/>
          <w:b/>
          <w:bCs/>
          <w:color w:val="000000" w:themeColor="text2"/>
        </w:rPr>
        <w:t>Knowledge evidence</w:t>
      </w:r>
    </w:p>
    <w:p w14:paraId="1FF24B82" w14:textId="77777777" w:rsidR="003E4777" w:rsidRPr="003E4777" w:rsidRDefault="003E4777" w:rsidP="003E4777">
      <w:pPr>
        <w:pStyle w:val="SIText"/>
      </w:pPr>
      <w:r w:rsidRPr="003E4777">
        <w:t>An individual must be able to demonstrate the knowledge required to perform the tasks outlined in the elements and performance criteria of this unit. This includes knowledge of:</w:t>
      </w:r>
    </w:p>
    <w:p w14:paraId="2D476B75" w14:textId="4CC2393E" w:rsidR="003E4777" w:rsidRPr="003E4777" w:rsidRDefault="003E4777" w:rsidP="003E4777">
      <w:pPr>
        <w:pStyle w:val="SIBulletList1"/>
        <w:rPr>
          <w:lang w:eastAsia="en-GB"/>
        </w:rPr>
      </w:pPr>
      <w:r w:rsidRPr="003E4777">
        <w:rPr>
          <w:lang w:eastAsia="en-GB"/>
        </w:rPr>
        <w:t xml:space="preserve">anatomical and physiological structures and functions related to implantation procedures, including </w:t>
      </w:r>
      <w:r w:rsidR="008F1790">
        <w:rPr>
          <w:lang w:eastAsia="en-GB"/>
        </w:rPr>
        <w:t>implantation locations and likely</w:t>
      </w:r>
      <w:r w:rsidRPr="003E4777">
        <w:rPr>
          <w:lang w:eastAsia="en-GB"/>
        </w:rPr>
        <w:t xml:space="preserve"> migration sites for chips on animal bodies</w:t>
      </w:r>
    </w:p>
    <w:p w14:paraId="27F227F2" w14:textId="77777777" w:rsidR="003E4777" w:rsidRDefault="003E4777" w:rsidP="003E4777">
      <w:pPr>
        <w:pStyle w:val="SIBulletList1"/>
        <w:rPr>
          <w:lang w:eastAsia="en-GB"/>
        </w:rPr>
      </w:pPr>
      <w:r w:rsidRPr="003E4777">
        <w:t>animal temperaments and behaviours and the associated hazards and risks related</w:t>
      </w:r>
      <w:r w:rsidRPr="003E4777">
        <w:rPr>
          <w:lang w:eastAsia="en-GB"/>
        </w:rPr>
        <w:t xml:space="preserve"> to microchip implanting and appropriate animal control measures</w:t>
      </w:r>
    </w:p>
    <w:p w14:paraId="62A4F883" w14:textId="6C83CEA2" w:rsidR="008F1790" w:rsidRDefault="008F1790" w:rsidP="003E4777">
      <w:pPr>
        <w:pStyle w:val="SIBulletList1"/>
        <w:rPr>
          <w:lang w:eastAsia="en-GB"/>
        </w:rPr>
      </w:pPr>
      <w:r>
        <w:rPr>
          <w:lang w:eastAsia="en-GB"/>
        </w:rPr>
        <w:t>aseptic techniques</w:t>
      </w:r>
    </w:p>
    <w:p w14:paraId="5D78CDEF" w14:textId="493B3E65" w:rsidR="008F1790" w:rsidRDefault="008F1790" w:rsidP="003E4777">
      <w:pPr>
        <w:pStyle w:val="SIBulletList1"/>
        <w:rPr>
          <w:lang w:eastAsia="en-GB"/>
        </w:rPr>
      </w:pPr>
      <w:r>
        <w:rPr>
          <w:lang w:eastAsia="en-GB"/>
        </w:rPr>
        <w:t xml:space="preserve">implantation techniques and methods for different species including: </w:t>
      </w:r>
    </w:p>
    <w:p w14:paraId="18D83A46" w14:textId="6E7FC03B" w:rsidR="008F1790" w:rsidRDefault="008F1790" w:rsidP="008F1790">
      <w:pPr>
        <w:pStyle w:val="SIBulletList2"/>
        <w:rPr>
          <w:lang w:eastAsia="en-GB"/>
        </w:rPr>
      </w:pPr>
      <w:r>
        <w:rPr>
          <w:lang w:eastAsia="en-GB"/>
        </w:rPr>
        <w:lastRenderedPageBreak/>
        <w:t>dogs and cats</w:t>
      </w:r>
    </w:p>
    <w:p w14:paraId="0209659B" w14:textId="3A1EF89A" w:rsidR="008F1790" w:rsidRDefault="008F1790" w:rsidP="008F1790">
      <w:pPr>
        <w:pStyle w:val="SIBulletList2"/>
        <w:rPr>
          <w:lang w:eastAsia="en-GB"/>
        </w:rPr>
      </w:pPr>
      <w:r>
        <w:rPr>
          <w:lang w:eastAsia="en-GB"/>
        </w:rPr>
        <w:t>birds</w:t>
      </w:r>
    </w:p>
    <w:p w14:paraId="550DD356" w14:textId="1C3EAC8A" w:rsidR="008F1790" w:rsidRDefault="008F1790" w:rsidP="008F1790">
      <w:pPr>
        <w:pStyle w:val="SIBulletList2"/>
        <w:rPr>
          <w:lang w:eastAsia="en-GB"/>
        </w:rPr>
      </w:pPr>
      <w:r>
        <w:rPr>
          <w:lang w:eastAsia="en-GB"/>
        </w:rPr>
        <w:t>small domestic mammals such as rabbits an</w:t>
      </w:r>
      <w:r w:rsidR="00903B8F">
        <w:rPr>
          <w:lang w:eastAsia="en-GB"/>
        </w:rPr>
        <w:t>d</w:t>
      </w:r>
      <w:r>
        <w:rPr>
          <w:lang w:eastAsia="en-GB"/>
        </w:rPr>
        <w:t xml:space="preserve"> guinea pigs</w:t>
      </w:r>
    </w:p>
    <w:p w14:paraId="23143F18" w14:textId="14F8A422" w:rsidR="008F1790" w:rsidRPr="003E4777" w:rsidRDefault="00903B8F" w:rsidP="008F1790">
      <w:pPr>
        <w:pStyle w:val="SIBulletList2"/>
        <w:rPr>
          <w:lang w:eastAsia="en-GB"/>
        </w:rPr>
      </w:pPr>
      <w:r>
        <w:rPr>
          <w:lang w:eastAsia="en-GB"/>
        </w:rPr>
        <w:t>equines</w:t>
      </w:r>
    </w:p>
    <w:p w14:paraId="0FF32A7C" w14:textId="36512849" w:rsidR="003E4777" w:rsidRPr="003E4777" w:rsidRDefault="003E4777" w:rsidP="003E4777">
      <w:pPr>
        <w:pStyle w:val="SIBulletList1"/>
        <w:rPr>
          <w:lang w:eastAsia="en-GB"/>
        </w:rPr>
      </w:pPr>
      <w:r w:rsidRPr="003E4777">
        <w:t xml:space="preserve">key requirements of </w:t>
      </w:r>
      <w:r>
        <w:t xml:space="preserve">current </w:t>
      </w:r>
      <w:r w:rsidRPr="003E4777">
        <w:t xml:space="preserve">Australian Standards </w:t>
      </w:r>
      <w:r w:rsidR="00903B8F">
        <w:t xml:space="preserve">(AS) </w:t>
      </w:r>
      <w:r w:rsidRPr="003E4777">
        <w:t>covering electronic</w:t>
      </w:r>
      <w:r w:rsidRPr="003E4777">
        <w:rPr>
          <w:lang w:eastAsia="en-GB"/>
        </w:rPr>
        <w:t xml:space="preserve"> animal identification and microchip compliance regulations, including:</w:t>
      </w:r>
    </w:p>
    <w:p w14:paraId="7EB19A07" w14:textId="475E91BC" w:rsidR="003E4777" w:rsidRPr="008F1790" w:rsidRDefault="003E4777" w:rsidP="008F1790">
      <w:pPr>
        <w:pStyle w:val="SIBulletList2"/>
        <w:rPr>
          <w:i/>
          <w:iCs/>
        </w:rPr>
      </w:pPr>
      <w:r w:rsidRPr="008F1790">
        <w:rPr>
          <w:i/>
          <w:iCs/>
        </w:rPr>
        <w:t>AS 5018 Electronic animal identification – National coding scheme</w:t>
      </w:r>
    </w:p>
    <w:p w14:paraId="5A114124" w14:textId="60E48518" w:rsidR="003E4777" w:rsidRPr="008F1790" w:rsidRDefault="003E4777" w:rsidP="008F1790">
      <w:pPr>
        <w:pStyle w:val="SIBulletList2"/>
        <w:rPr>
          <w:i/>
          <w:iCs/>
          <w:lang w:eastAsia="en-GB"/>
        </w:rPr>
      </w:pPr>
      <w:r w:rsidRPr="008F1790">
        <w:rPr>
          <w:i/>
          <w:iCs/>
        </w:rPr>
        <w:t>A</w:t>
      </w:r>
      <w:r w:rsidRPr="008F1790">
        <w:rPr>
          <w:i/>
          <w:iCs/>
          <w:lang w:eastAsia="en-GB"/>
        </w:rPr>
        <w:t>S 5019 Electronic animal identification – Radiofrequency methods</w:t>
      </w:r>
      <w:r w:rsidR="008F1790" w:rsidRPr="008F1790">
        <w:rPr>
          <w:i/>
          <w:iCs/>
          <w:lang w:eastAsia="en-GB"/>
        </w:rPr>
        <w:t xml:space="preserve"> </w:t>
      </w:r>
    </w:p>
    <w:p w14:paraId="0568DD88" w14:textId="77777777" w:rsidR="003E4777" w:rsidRDefault="003E4777" w:rsidP="008F1790">
      <w:pPr>
        <w:pStyle w:val="SIBulletList1"/>
        <w:rPr>
          <w:lang w:eastAsia="en-GB"/>
        </w:rPr>
      </w:pPr>
      <w:r w:rsidRPr="003E4777">
        <w:rPr>
          <w:lang w:eastAsia="en-GB"/>
        </w:rPr>
        <w:t>animal medical conditions and first aid techniques related to microchip implanting</w:t>
      </w:r>
    </w:p>
    <w:p w14:paraId="295C7DBC" w14:textId="77777777" w:rsidR="00EE527D" w:rsidRPr="003E4777" w:rsidRDefault="00EE527D" w:rsidP="00EE527D">
      <w:pPr>
        <w:pStyle w:val="SIBulletList1"/>
        <w:rPr>
          <w:lang w:eastAsia="en-GB"/>
        </w:rPr>
      </w:pPr>
      <w:r w:rsidRPr="003E4777">
        <w:rPr>
          <w:lang w:eastAsia="en-GB"/>
        </w:rPr>
        <w:t xml:space="preserve">first aid </w:t>
      </w:r>
      <w:r>
        <w:rPr>
          <w:lang w:eastAsia="en-GB"/>
        </w:rPr>
        <w:t xml:space="preserve">procedures </w:t>
      </w:r>
      <w:r w:rsidRPr="003E4777">
        <w:rPr>
          <w:lang w:eastAsia="en-GB"/>
        </w:rPr>
        <w:t>for implanter</w:t>
      </w:r>
      <w:r>
        <w:rPr>
          <w:lang w:eastAsia="en-GB"/>
        </w:rPr>
        <w:t xml:space="preserve"> </w:t>
      </w:r>
    </w:p>
    <w:p w14:paraId="1819AD45" w14:textId="62E361B8" w:rsidR="008F1790" w:rsidRPr="008F1790" w:rsidRDefault="008F1790" w:rsidP="008F1790">
      <w:pPr>
        <w:pStyle w:val="SIBulletList1"/>
        <w:rPr>
          <w:rFonts w:ascii="Verdana" w:eastAsia="Times New Roman" w:hAnsi="Verdana" w:cs="Times New Roman"/>
          <w:color w:val="4F4F4F"/>
          <w:lang w:eastAsia="en-GB"/>
        </w:rPr>
      </w:pPr>
      <w:r>
        <w:t>suspected</w:t>
      </w:r>
      <w:r w:rsidR="00C469EC">
        <w:t xml:space="preserve"> </w:t>
      </w:r>
      <w:r w:rsidR="004D1923">
        <w:t>animal</w:t>
      </w:r>
      <w:r>
        <w:t xml:space="preserve"> health </w:t>
      </w:r>
      <w:r w:rsidR="003E4777" w:rsidRPr="008F1790">
        <w:t xml:space="preserve">conditions that should be referred to a veterinary practitioner </w:t>
      </w:r>
    </w:p>
    <w:p w14:paraId="6C19BF3D" w14:textId="028A8B96" w:rsidR="003E4777" w:rsidRPr="003E4777" w:rsidRDefault="003E4777" w:rsidP="008F1790">
      <w:pPr>
        <w:pStyle w:val="SIBulletList1"/>
        <w:rPr>
          <w:lang w:eastAsia="en-GB"/>
        </w:rPr>
      </w:pPr>
      <w:r w:rsidRPr="003E4777">
        <w:rPr>
          <w:lang w:eastAsia="en-GB"/>
        </w:rPr>
        <w:t>indicators of health, stress and wellbeing in animals</w:t>
      </w:r>
    </w:p>
    <w:p w14:paraId="32CA6ECA" w14:textId="77777777" w:rsidR="003E4777" w:rsidRPr="003E4777" w:rsidRDefault="003E4777" w:rsidP="008F1790">
      <w:pPr>
        <w:pStyle w:val="SIBulletList1"/>
        <w:rPr>
          <w:lang w:eastAsia="en-GB"/>
        </w:rPr>
      </w:pPr>
      <w:r w:rsidRPr="003E4777">
        <w:rPr>
          <w:lang w:eastAsia="en-GB"/>
        </w:rPr>
        <w:t>signs of adverse reactions, including:</w:t>
      </w:r>
    </w:p>
    <w:p w14:paraId="1B08F6F4" w14:textId="77777777" w:rsidR="003E4777" w:rsidRPr="008F1790" w:rsidRDefault="003E4777" w:rsidP="008F1790">
      <w:pPr>
        <w:pStyle w:val="SIBulletList2"/>
      </w:pPr>
      <w:r w:rsidRPr="008F1790">
        <w:t>haemorrhage</w:t>
      </w:r>
    </w:p>
    <w:p w14:paraId="41F6B1A0" w14:textId="77777777" w:rsidR="003E4777" w:rsidRPr="008F1790" w:rsidRDefault="003E4777" w:rsidP="008F1790">
      <w:pPr>
        <w:pStyle w:val="SIBulletList2"/>
      </w:pPr>
      <w:r w:rsidRPr="008F1790">
        <w:t>infection</w:t>
      </w:r>
    </w:p>
    <w:p w14:paraId="30092FCD" w14:textId="77777777" w:rsidR="003E4777" w:rsidRPr="008F1790" w:rsidRDefault="003E4777" w:rsidP="008F1790">
      <w:pPr>
        <w:pStyle w:val="SIBulletList2"/>
      </w:pPr>
      <w:r w:rsidRPr="008F1790">
        <w:t>redness, heat, pain and swelling at the implantation site</w:t>
      </w:r>
    </w:p>
    <w:p w14:paraId="6B7B9BCB" w14:textId="77777777" w:rsidR="003E4777" w:rsidRPr="008F1790" w:rsidRDefault="003E4777" w:rsidP="008F1790">
      <w:pPr>
        <w:pStyle w:val="SIBulletList2"/>
      </w:pPr>
      <w:r w:rsidRPr="008F1790">
        <w:t>seizures</w:t>
      </w:r>
    </w:p>
    <w:p w14:paraId="0014B02A" w14:textId="77777777" w:rsidR="003E4777" w:rsidRPr="008F1790" w:rsidRDefault="003E4777" w:rsidP="008F1790">
      <w:pPr>
        <w:pStyle w:val="SIBulletList2"/>
      </w:pPr>
      <w:r w:rsidRPr="008F1790">
        <w:t>shock</w:t>
      </w:r>
    </w:p>
    <w:p w14:paraId="34B6E0A6" w14:textId="77777777" w:rsidR="003E4777" w:rsidRPr="008F1790" w:rsidRDefault="003E4777" w:rsidP="008F1790">
      <w:pPr>
        <w:pStyle w:val="SIBulletList2"/>
      </w:pPr>
      <w:r w:rsidRPr="008F1790">
        <w:t>subcutaneous lumps</w:t>
      </w:r>
    </w:p>
    <w:p w14:paraId="66D50C48" w14:textId="77777777" w:rsidR="003E4777" w:rsidRPr="008F1790" w:rsidRDefault="003E4777" w:rsidP="008F1790">
      <w:pPr>
        <w:pStyle w:val="SIBulletList1"/>
      </w:pPr>
      <w:r w:rsidRPr="008F1790">
        <w:t>industry terminology and features used to identify animals</w:t>
      </w:r>
    </w:p>
    <w:p w14:paraId="164514AE" w14:textId="72C5735C" w:rsidR="003E4777" w:rsidRPr="008F1790" w:rsidRDefault="008F1790" w:rsidP="008F1790">
      <w:pPr>
        <w:pStyle w:val="SIBulletList1"/>
      </w:pPr>
      <w:r>
        <w:t>selection and use of PPE</w:t>
      </w:r>
      <w:r w:rsidR="003E4777" w:rsidRPr="008F1790">
        <w:t xml:space="preserve"> </w:t>
      </w:r>
    </w:p>
    <w:p w14:paraId="7337079D" w14:textId="77777777" w:rsidR="003E4777" w:rsidRPr="008F1790" w:rsidRDefault="003E4777" w:rsidP="008F1790">
      <w:pPr>
        <w:pStyle w:val="SIBulletList1"/>
      </w:pPr>
      <w:r w:rsidRPr="008F1790">
        <w:t>possible legal and animal welfare consequences resulting from poor quality implantation</w:t>
      </w:r>
    </w:p>
    <w:p w14:paraId="5126FFB1" w14:textId="77777777" w:rsidR="008F1790" w:rsidRDefault="003E4777" w:rsidP="008F1790">
      <w:pPr>
        <w:pStyle w:val="SIBulletList1"/>
        <w:rPr>
          <w:lang w:eastAsia="en-GB"/>
        </w:rPr>
      </w:pPr>
      <w:r w:rsidRPr="003E4777">
        <w:rPr>
          <w:lang w:eastAsia="en-GB"/>
        </w:rPr>
        <w:t xml:space="preserve">procedures for the safe manual handling of live </w:t>
      </w:r>
      <w:r w:rsidR="008F1790">
        <w:rPr>
          <w:lang w:eastAsia="en-GB"/>
        </w:rPr>
        <w:t>animals</w:t>
      </w:r>
    </w:p>
    <w:p w14:paraId="2EF8EB9F" w14:textId="77777777" w:rsidR="003E4777" w:rsidRPr="003E4777" w:rsidRDefault="003E4777" w:rsidP="008F1790">
      <w:pPr>
        <w:pStyle w:val="SIBulletList1"/>
        <w:rPr>
          <w:lang w:eastAsia="en-GB"/>
        </w:rPr>
      </w:pPr>
      <w:r w:rsidRPr="003E4777">
        <w:rPr>
          <w:lang w:eastAsia="en-GB"/>
        </w:rPr>
        <w:t>appropriate restraint methods</w:t>
      </w:r>
    </w:p>
    <w:p w14:paraId="1E73F899" w14:textId="77777777" w:rsidR="003E4777" w:rsidRPr="003E4777" w:rsidRDefault="003E4777" w:rsidP="008F1790">
      <w:pPr>
        <w:pStyle w:val="SIBulletList1"/>
        <w:rPr>
          <w:lang w:eastAsia="en-GB"/>
        </w:rPr>
      </w:pPr>
      <w:r w:rsidRPr="003E4777">
        <w:rPr>
          <w:lang w:eastAsia="en-GB"/>
        </w:rPr>
        <w:t>professional indemnity and public liability insurance requirements</w:t>
      </w:r>
    </w:p>
    <w:p w14:paraId="6214C425" w14:textId="01E6648B" w:rsidR="003E4777" w:rsidRPr="003E4777" w:rsidRDefault="003E4777" w:rsidP="008F1790">
      <w:pPr>
        <w:pStyle w:val="SIBulletList1"/>
        <w:rPr>
          <w:lang w:eastAsia="en-GB"/>
        </w:rPr>
      </w:pPr>
      <w:r w:rsidRPr="003E4777">
        <w:rPr>
          <w:lang w:eastAsia="en-GB"/>
        </w:rPr>
        <w:t xml:space="preserve">information </w:t>
      </w:r>
      <w:r w:rsidR="008F1790">
        <w:rPr>
          <w:lang w:eastAsia="en-GB"/>
        </w:rPr>
        <w:t>to be</w:t>
      </w:r>
      <w:r w:rsidRPr="003E4777">
        <w:rPr>
          <w:lang w:eastAsia="en-GB"/>
        </w:rPr>
        <w:t xml:space="preserve"> documented </w:t>
      </w:r>
      <w:r w:rsidR="008F1790">
        <w:rPr>
          <w:lang w:eastAsia="en-GB"/>
        </w:rPr>
        <w:t>in relation</w:t>
      </w:r>
      <w:r w:rsidRPr="003E4777">
        <w:rPr>
          <w:lang w:eastAsia="en-GB"/>
        </w:rPr>
        <w:t xml:space="preserve"> to the identification of animals and implantation of microchips</w:t>
      </w:r>
    </w:p>
    <w:p w14:paraId="51B5B2FB" w14:textId="77777777" w:rsidR="003E4777" w:rsidRPr="003E4777" w:rsidRDefault="003E4777" w:rsidP="008F1790">
      <w:pPr>
        <w:pStyle w:val="SIBulletList1"/>
        <w:rPr>
          <w:lang w:eastAsia="en-GB"/>
        </w:rPr>
      </w:pPr>
      <w:r w:rsidRPr="003E4777">
        <w:rPr>
          <w:lang w:eastAsia="en-GB"/>
        </w:rPr>
        <w:t>registration processes of animal registries</w:t>
      </w:r>
    </w:p>
    <w:p w14:paraId="42A02478" w14:textId="77777777" w:rsidR="003E4777" w:rsidRPr="003E4777" w:rsidRDefault="003E4777" w:rsidP="008F1790">
      <w:pPr>
        <w:pStyle w:val="SIBulletList1"/>
        <w:rPr>
          <w:lang w:eastAsia="en-GB"/>
        </w:rPr>
      </w:pPr>
      <w:r w:rsidRPr="003E4777">
        <w:rPr>
          <w:lang w:eastAsia="en-GB"/>
        </w:rPr>
        <w:t>processes to deal with previously microchipped animals, including second microchip for animals</w:t>
      </w:r>
    </w:p>
    <w:p w14:paraId="14A3EEE8" w14:textId="77777777" w:rsidR="003E4777" w:rsidRPr="003E4777" w:rsidRDefault="003E4777" w:rsidP="008F1790">
      <w:pPr>
        <w:pStyle w:val="SIBulletList1"/>
        <w:rPr>
          <w:lang w:eastAsia="en-GB"/>
        </w:rPr>
      </w:pPr>
      <w:r w:rsidRPr="003E4777">
        <w:rPr>
          <w:lang w:eastAsia="en-GB"/>
        </w:rPr>
        <w:t>client confidentiality and privacy of information relating to personal details</w:t>
      </w:r>
    </w:p>
    <w:p w14:paraId="7010EF8D" w14:textId="77777777" w:rsidR="003E4777" w:rsidRPr="003E4777" w:rsidRDefault="003E4777" w:rsidP="008F1790">
      <w:pPr>
        <w:pStyle w:val="SIBulletList1"/>
        <w:rPr>
          <w:lang w:eastAsia="en-GB"/>
        </w:rPr>
      </w:pPr>
      <w:r w:rsidRPr="003E4777">
        <w:rPr>
          <w:lang w:eastAsia="en-GB"/>
        </w:rPr>
        <w:t>range of implanting equipment and sources of microchips and readers</w:t>
      </w:r>
    </w:p>
    <w:p w14:paraId="54C2FA0B" w14:textId="6F4891CB" w:rsidR="003E4777" w:rsidRPr="003E4777" w:rsidRDefault="003E4777" w:rsidP="008F1790">
      <w:pPr>
        <w:pStyle w:val="SIBulletList1"/>
        <w:rPr>
          <w:lang w:eastAsia="en-GB"/>
        </w:rPr>
      </w:pPr>
      <w:r w:rsidRPr="003E4777">
        <w:rPr>
          <w:lang w:eastAsia="en-GB"/>
        </w:rPr>
        <w:t xml:space="preserve">relevant legislation, regulations and codes of practice, including work </w:t>
      </w:r>
      <w:r w:rsidR="008F1790">
        <w:rPr>
          <w:lang w:eastAsia="en-GB"/>
        </w:rPr>
        <w:t>WHS,</w:t>
      </w:r>
      <w:r w:rsidRPr="003E4777">
        <w:rPr>
          <w:lang w:eastAsia="en-GB"/>
        </w:rPr>
        <w:t xml:space="preserve"> animal welfare and ethics, microchip implantation, domestic animal management and waste disposal</w:t>
      </w:r>
    </w:p>
    <w:p w14:paraId="56FF6192" w14:textId="77777777" w:rsidR="003E4777" w:rsidRPr="003E4777" w:rsidRDefault="003E4777" w:rsidP="008F1790">
      <w:pPr>
        <w:pStyle w:val="SIBulletList1"/>
        <w:rPr>
          <w:lang w:eastAsia="en-GB"/>
        </w:rPr>
      </w:pPr>
      <w:r w:rsidRPr="003E4777">
        <w:rPr>
          <w:lang w:eastAsia="en-GB"/>
        </w:rPr>
        <w:t>workplace safety and hygiene standards, including:</w:t>
      </w:r>
    </w:p>
    <w:p w14:paraId="1E4EF542" w14:textId="77777777" w:rsidR="003E4777" w:rsidRPr="003E4777" w:rsidRDefault="003E4777" w:rsidP="008F1790">
      <w:pPr>
        <w:pStyle w:val="SIBulletList2"/>
        <w:rPr>
          <w:lang w:eastAsia="en-GB"/>
        </w:rPr>
      </w:pPr>
      <w:r w:rsidRPr="003E4777">
        <w:rPr>
          <w:lang w:eastAsia="en-GB"/>
        </w:rPr>
        <w:t>disinfectants, cleaning agents, techniques, equipment and materials</w:t>
      </w:r>
    </w:p>
    <w:p w14:paraId="5623A8EF" w14:textId="77777777" w:rsidR="003E4777" w:rsidRPr="003E4777" w:rsidRDefault="003E4777" w:rsidP="008F1790">
      <w:pPr>
        <w:pStyle w:val="SIBulletList2"/>
        <w:rPr>
          <w:lang w:eastAsia="en-GB"/>
        </w:rPr>
      </w:pPr>
      <w:r w:rsidRPr="003E4777">
        <w:rPr>
          <w:lang w:eastAsia="en-GB"/>
        </w:rPr>
        <w:t>sharps disposal and procedures for needlestick injuries.</w:t>
      </w:r>
    </w:p>
    <w:p w14:paraId="4B90464B" w14:textId="77777777" w:rsidR="002D4A5E" w:rsidRPr="001B4250" w:rsidRDefault="002D4A5E" w:rsidP="008F1790">
      <w:pPr>
        <w:pStyle w:val="SIBulletList1"/>
        <w:numPr>
          <w:ilvl w:val="0"/>
          <w:numId w:val="0"/>
        </w:numPr>
        <w:ind w:left="357"/>
        <w:rPr>
          <w:rFonts w:cs="Arial"/>
        </w:rPr>
      </w:pPr>
    </w:p>
    <w:p w14:paraId="53CD6207" w14:textId="0A5C2CAD" w:rsidR="00DA09E0" w:rsidRPr="001B4250" w:rsidRDefault="002D4A5E" w:rsidP="002D4A5E">
      <w:pPr>
        <w:pStyle w:val="BodyTextSI"/>
        <w:rPr>
          <w:rFonts w:ascii="Arial" w:hAnsi="Arial" w:cs="Arial"/>
          <w:b/>
          <w:bCs/>
          <w:color w:val="000000" w:themeColor="text2"/>
        </w:rPr>
      </w:pPr>
      <w:r w:rsidRPr="001B4250">
        <w:rPr>
          <w:rFonts w:ascii="Arial" w:hAnsi="Arial" w:cs="Arial"/>
          <w:b/>
          <w:bCs/>
          <w:color w:val="000000" w:themeColor="text2"/>
        </w:rPr>
        <w:t>Assessment conditions</w:t>
      </w:r>
    </w:p>
    <w:p w14:paraId="4965AE78" w14:textId="3597DEAF" w:rsidR="00DA09E0" w:rsidRDefault="00DA09E0" w:rsidP="00DA09E0">
      <w:pPr>
        <w:pStyle w:val="SIText"/>
      </w:pPr>
      <w:r w:rsidRPr="00130EFA">
        <w:t xml:space="preserve">Skills must be demonstrated in a workplace or an environment that accurately reflects </w:t>
      </w:r>
      <w:r w:rsidR="00D25643">
        <w:t>an animal care workplace</w:t>
      </w:r>
      <w:r w:rsidRPr="00130EFA">
        <w:t xml:space="preserve"> where </w:t>
      </w:r>
      <w:r>
        <w:t>the implantation of microchips</w:t>
      </w:r>
      <w:r w:rsidRPr="00130EFA">
        <w:t xml:space="preserve"> </w:t>
      </w:r>
      <w:r w:rsidR="00D25643">
        <w:t>is</w:t>
      </w:r>
      <w:r w:rsidRPr="00130EFA">
        <w:t xml:space="preserve"> carried out on real animals</w:t>
      </w:r>
      <w:r>
        <w:t xml:space="preserve"> under the supervision of a veterinarian</w:t>
      </w:r>
      <w:r w:rsidR="00D25643">
        <w:t xml:space="preserve">, authorised by the relevant jurisdiction to implant microchips. </w:t>
      </w:r>
    </w:p>
    <w:p w14:paraId="743F27EF" w14:textId="149382FB" w:rsidR="00004B47" w:rsidRPr="00130EFA" w:rsidRDefault="00004B47" w:rsidP="00DA09E0">
      <w:pPr>
        <w:pStyle w:val="SIText"/>
      </w:pPr>
      <w:r>
        <w:t>Microchip implantation of an animal must be postponed if there have been two unsuccessful attempts on the one animal, during the one day, or in accordance with the relevant state or territory legislation.</w:t>
      </w:r>
    </w:p>
    <w:p w14:paraId="5CE31B9E" w14:textId="77777777" w:rsidR="00DA09E0" w:rsidRPr="0075633A" w:rsidRDefault="00DA09E0" w:rsidP="00DA09E0">
      <w:pPr>
        <w:pStyle w:val="SIText"/>
      </w:pPr>
      <w:r w:rsidRPr="0075633A">
        <w:t xml:space="preserve">Assessment must ensure access to: </w:t>
      </w:r>
    </w:p>
    <w:p w14:paraId="0FA75711" w14:textId="2A08ADE5" w:rsidR="00DA09E0" w:rsidRPr="0075633A" w:rsidRDefault="00DA09E0" w:rsidP="00DA09E0">
      <w:pPr>
        <w:pStyle w:val="SIBulletList1"/>
      </w:pPr>
      <w:r>
        <w:t>real animals</w:t>
      </w:r>
      <w:r w:rsidR="00D25643">
        <w:t xml:space="preserve"> </w:t>
      </w:r>
      <w:r w:rsidR="005872EF">
        <w:t xml:space="preserve">and animal models </w:t>
      </w:r>
      <w:r w:rsidR="00D25643">
        <w:t>as specified in the Performance Evidence</w:t>
      </w:r>
    </w:p>
    <w:p w14:paraId="706BD890" w14:textId="710FF7ED" w:rsidR="00DA09E0" w:rsidRDefault="00D25643" w:rsidP="00DA09E0">
      <w:pPr>
        <w:pStyle w:val="SIBulletList1"/>
      </w:pPr>
      <w:r>
        <w:t xml:space="preserve">equipment and </w:t>
      </w:r>
      <w:r w:rsidR="00DA09E0">
        <w:t xml:space="preserve">resources typically </w:t>
      </w:r>
      <w:r>
        <w:t xml:space="preserve">available in an animal </w:t>
      </w:r>
      <w:r w:rsidR="00004B47">
        <w:t xml:space="preserve">care workplace </w:t>
      </w:r>
      <w:r>
        <w:t>where microchips are implanted</w:t>
      </w:r>
    </w:p>
    <w:p w14:paraId="663B333B" w14:textId="2C49C5FE" w:rsidR="00D25643" w:rsidRDefault="00D25643" w:rsidP="00D25643">
      <w:pPr>
        <w:pStyle w:val="SIBulletList1"/>
      </w:pPr>
      <w:r>
        <w:t xml:space="preserve">manufacturer operating instructions for equipment </w:t>
      </w:r>
    </w:p>
    <w:p w14:paraId="74600505" w14:textId="3A29ABCB" w:rsidR="00DA09E0" w:rsidRDefault="00DA09E0" w:rsidP="00DA09E0">
      <w:pPr>
        <w:pStyle w:val="SIBulletList1"/>
      </w:pPr>
      <w:r>
        <w:t>organisational policies and procedures</w:t>
      </w:r>
      <w:r w:rsidR="00D25643">
        <w:t xml:space="preserve"> and current Australian Standards as specified in the Knowledge Evidence</w:t>
      </w:r>
    </w:p>
    <w:p w14:paraId="0DEE735E" w14:textId="77777777" w:rsidR="00004B47" w:rsidRDefault="00DA09E0" w:rsidP="00004B47">
      <w:pPr>
        <w:pStyle w:val="SIBulletList1"/>
      </w:pPr>
      <w:r>
        <w:t>supervision by a registered veterinarian</w:t>
      </w:r>
    </w:p>
    <w:p w14:paraId="77B9D585" w14:textId="77777777" w:rsidR="00004B47" w:rsidRDefault="00004B47" w:rsidP="00004B47">
      <w:pPr>
        <w:pStyle w:val="SIBulletList1"/>
        <w:numPr>
          <w:ilvl w:val="0"/>
          <w:numId w:val="0"/>
        </w:numPr>
        <w:ind w:left="357"/>
      </w:pPr>
    </w:p>
    <w:p w14:paraId="4B1A8FAA" w14:textId="0B89A27F" w:rsidR="00DA09E0" w:rsidRPr="001B4480" w:rsidRDefault="00DA09E0" w:rsidP="00004B47">
      <w:pPr>
        <w:pStyle w:val="SIText"/>
      </w:pPr>
      <w:r w:rsidRPr="00004B47">
        <w:lastRenderedPageBreak/>
        <w:t>Assessors of this unit must satisfy the requirements for assessors in applicable vocational education and training legislation, frameworks and/or standards.</w:t>
      </w:r>
      <w:r w:rsidR="001B4480">
        <w:t xml:space="preserve"> </w:t>
      </w:r>
      <w:r w:rsidR="001B4480" w:rsidRPr="001B4480">
        <w:t>Assessors must also be authorised implanters according to relevant state/territory regulations.</w:t>
      </w:r>
    </w:p>
    <w:p w14:paraId="304F0D9E" w14:textId="77777777" w:rsidR="00350925" w:rsidRPr="001B4250" w:rsidRDefault="00350925" w:rsidP="00526094">
      <w:pPr>
        <w:pStyle w:val="Heading4"/>
        <w:rPr>
          <w:rFonts w:ascii="Arial" w:hAnsi="Arial" w:cs="Arial"/>
          <w:color w:val="000000" w:themeColor="text2"/>
        </w:rPr>
      </w:pPr>
    </w:p>
    <w:p w14:paraId="42C51508" w14:textId="4B35740B" w:rsidR="00B85A2F" w:rsidRPr="001B4250" w:rsidRDefault="001A307E" w:rsidP="00526094">
      <w:pPr>
        <w:pStyle w:val="Heading4"/>
        <w:rPr>
          <w:rFonts w:ascii="Arial" w:hAnsi="Arial" w:cs="Arial"/>
          <w:color w:val="000000" w:themeColor="text2"/>
        </w:rPr>
      </w:pPr>
      <w:r>
        <w:rPr>
          <w:rFonts w:ascii="Arial" w:hAnsi="Arial" w:cs="Arial"/>
          <w:color w:val="000000" w:themeColor="text2"/>
        </w:rPr>
        <w:t>Unit m</w:t>
      </w:r>
      <w:r w:rsidR="00922C8D" w:rsidRPr="001B4250">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617"/>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Equivalence status</w:t>
            </w:r>
          </w:p>
        </w:tc>
        <w:tc>
          <w:tcPr>
            <w:tcW w:w="3579" w:type="dxa"/>
          </w:tcPr>
          <w:p w14:paraId="70A5D43A" w14:textId="00F808A3"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E5158E" w:rsidRPr="001B4250" w14:paraId="60D8A35B" w14:textId="04FBE706" w:rsidTr="009E701E">
        <w:trPr>
          <w:trHeight w:val="3109"/>
        </w:trPr>
        <w:tc>
          <w:tcPr>
            <w:tcW w:w="2195" w:type="dxa"/>
          </w:tcPr>
          <w:p w14:paraId="36D257BE" w14:textId="56B8CD70" w:rsidR="00E5158E" w:rsidRPr="00B13A8B" w:rsidRDefault="00B13A8B" w:rsidP="00B13A8B">
            <w:pPr>
              <w:pStyle w:val="SIText"/>
              <w:rPr>
                <w:rStyle w:val="SITempText-Green"/>
                <w:color w:val="213430" w:themeColor="text1"/>
              </w:rPr>
            </w:pPr>
            <w:r w:rsidRPr="00B13A8B">
              <w:rPr>
                <w:rStyle w:val="SITempText-Green"/>
                <w:color w:val="213430" w:themeColor="text1"/>
              </w:rPr>
              <w:t>ACMMIC4X</w:t>
            </w:r>
            <w:r w:rsidR="004819D9">
              <w:rPr>
                <w:rStyle w:val="SITempText-Green"/>
                <w:color w:val="213430" w:themeColor="text1"/>
              </w:rPr>
              <w:t>05</w:t>
            </w:r>
            <w:r w:rsidRPr="00B13A8B">
              <w:rPr>
                <w:rStyle w:val="SITempText-Green"/>
                <w:color w:val="213430" w:themeColor="text1"/>
              </w:rPr>
              <w:t xml:space="preserve"> Implant microchip in animals</w:t>
            </w:r>
          </w:p>
        </w:tc>
        <w:tc>
          <w:tcPr>
            <w:tcW w:w="2195" w:type="dxa"/>
          </w:tcPr>
          <w:p w14:paraId="3E7CE5FF" w14:textId="578F2EAE" w:rsidR="00E5158E" w:rsidRPr="00B13A8B" w:rsidRDefault="00B13A8B" w:rsidP="00B13A8B">
            <w:pPr>
              <w:pStyle w:val="SIText"/>
              <w:rPr>
                <w:rStyle w:val="SITempText-Green"/>
                <w:color w:val="213430" w:themeColor="text1"/>
              </w:rPr>
            </w:pPr>
            <w:r w:rsidRPr="00B13A8B">
              <w:rPr>
                <w:rStyle w:val="SITempText-Green"/>
                <w:color w:val="213430" w:themeColor="text1"/>
              </w:rPr>
              <w:t xml:space="preserve">ACMMIC401 </w:t>
            </w:r>
            <w:r w:rsidRPr="00B13A8B">
              <w:t>Implant microchip in cats and dogs</w:t>
            </w:r>
          </w:p>
        </w:tc>
        <w:tc>
          <w:tcPr>
            <w:tcW w:w="1500" w:type="dxa"/>
          </w:tcPr>
          <w:p w14:paraId="6857B890" w14:textId="77777777" w:rsidR="00E5158E" w:rsidRPr="00B13A8B" w:rsidRDefault="00E5158E" w:rsidP="00B13A8B">
            <w:pPr>
              <w:pStyle w:val="SIText"/>
            </w:pPr>
            <w:r w:rsidRPr="00B13A8B">
              <w:t>Not equivalent</w:t>
            </w:r>
          </w:p>
          <w:p w14:paraId="0617AE96" w14:textId="2E3AD8C2" w:rsidR="00E5158E" w:rsidRPr="001B4250" w:rsidRDefault="00E5158E" w:rsidP="00CE52B9">
            <w:pPr>
              <w:pStyle w:val="BodyTextSI"/>
              <w:rPr>
                <w:rFonts w:ascii="Arial" w:hAnsi="Arial" w:cs="Arial"/>
              </w:rPr>
            </w:pPr>
          </w:p>
        </w:tc>
        <w:tc>
          <w:tcPr>
            <w:tcW w:w="3579" w:type="dxa"/>
          </w:tcPr>
          <w:p w14:paraId="6BC3EF94" w14:textId="187BEE7F" w:rsidR="00897735" w:rsidRPr="00897735" w:rsidRDefault="00897735" w:rsidP="00897735">
            <w:pPr>
              <w:pStyle w:val="SIText"/>
            </w:pPr>
            <w:r w:rsidRPr="00897735">
              <w:t>Licencing statement changed from ‘Regulatory requirements apply to this unit’ to ‘Legislative, regulatory and licensing requirements all apply to this unit’</w:t>
            </w:r>
            <w:r w:rsidR="009E701E">
              <w:t xml:space="preserve"> as some states/territories require premises/individuals to be authorised implanters or to access animal registers.</w:t>
            </w:r>
            <w:r w:rsidRPr="00897735">
              <w:t xml:space="preserve">  </w:t>
            </w:r>
          </w:p>
          <w:p w14:paraId="0A1FD031" w14:textId="77777777" w:rsidR="00666738" w:rsidRPr="00DA09E0" w:rsidRDefault="00666738" w:rsidP="00DA09E0">
            <w:pPr>
              <w:pStyle w:val="SIText"/>
            </w:pPr>
            <w:r w:rsidRPr="00DA09E0">
              <w:t>PC1.1 removed ‘cats and dogs’</w:t>
            </w:r>
          </w:p>
          <w:p w14:paraId="7F28D8D8" w14:textId="77777777" w:rsidR="00666738" w:rsidRPr="00DA09E0" w:rsidRDefault="00666738" w:rsidP="00DA09E0">
            <w:pPr>
              <w:pStyle w:val="SIText"/>
            </w:pPr>
            <w:r w:rsidRPr="00DA09E0">
              <w:t>PC2.2 changed from ‘Inspect and access first aid equipment for animals and humans’ to ‘Locate and verify readiness of first aid equipment for animal and humans’</w:t>
            </w:r>
          </w:p>
          <w:p w14:paraId="36DC90F4" w14:textId="2DF645D5" w:rsidR="00666738" w:rsidRPr="00DA09E0" w:rsidRDefault="00666738" w:rsidP="00DA09E0">
            <w:pPr>
              <w:pStyle w:val="SIText"/>
            </w:pPr>
            <w:r w:rsidRPr="00DA09E0">
              <w:t>PC3.5 changed from ‘Assess health of animal’ to ‘Observe animal for indicators of health and wellbeing, identify signs of ill health and ascertain from animal owner the animal's existing or previous health conditions that may be affected by microchip implantation’ to remove any perception of diagnosing an animal’s health, and incorporating foundation skill.</w:t>
            </w:r>
          </w:p>
          <w:p w14:paraId="13604103" w14:textId="77777777" w:rsidR="00666738" w:rsidRPr="00DA09E0" w:rsidRDefault="00666738" w:rsidP="00DA09E0">
            <w:pPr>
              <w:pStyle w:val="SIText"/>
            </w:pPr>
            <w:r w:rsidRPr="00DA09E0">
              <w:t>PCs 4.5 and 4.6 changed to accommodate techniques to implant in broader range of animals where implantation may not be subcutaneous.</w:t>
            </w:r>
          </w:p>
          <w:p w14:paraId="79F2D442" w14:textId="77777777" w:rsidR="00DA09E0" w:rsidRPr="00DA09E0" w:rsidRDefault="00DA09E0" w:rsidP="00DA09E0">
            <w:pPr>
              <w:pStyle w:val="SIText"/>
            </w:pPr>
            <w:r w:rsidRPr="00DA09E0">
              <w:t>Change to volume of PE</w:t>
            </w:r>
          </w:p>
          <w:p w14:paraId="28D702B4" w14:textId="77777777" w:rsidR="00DA09E0" w:rsidRPr="00DA09E0" w:rsidRDefault="00DA09E0" w:rsidP="00DA09E0">
            <w:pPr>
              <w:pStyle w:val="SIText"/>
            </w:pPr>
            <w:r w:rsidRPr="00DA09E0">
              <w:t xml:space="preserve">Added to KE: </w:t>
            </w:r>
          </w:p>
          <w:p w14:paraId="215BD70E" w14:textId="3E7F6294" w:rsidR="00DA09E0" w:rsidRPr="00DA09E0" w:rsidRDefault="00DA09E0" w:rsidP="00DA09E0">
            <w:pPr>
              <w:pStyle w:val="SIText"/>
            </w:pPr>
            <w:r w:rsidRPr="00DA09E0">
              <w:t>aseptic techniques</w:t>
            </w:r>
          </w:p>
          <w:p w14:paraId="6AB4F27A" w14:textId="77777777" w:rsidR="00DA09E0" w:rsidRPr="00DA09E0" w:rsidRDefault="00DA09E0" w:rsidP="00DA09E0">
            <w:pPr>
              <w:pStyle w:val="SIText"/>
            </w:pPr>
            <w:r w:rsidRPr="00DA09E0">
              <w:t>implantation techniques and methods for different species</w:t>
            </w:r>
          </w:p>
          <w:p w14:paraId="62DD21BC" w14:textId="77777777" w:rsidR="00DA09E0" w:rsidRPr="00DA09E0" w:rsidRDefault="00DA09E0" w:rsidP="00DA09E0">
            <w:pPr>
              <w:pStyle w:val="SIText"/>
            </w:pPr>
            <w:r w:rsidRPr="00DA09E0">
              <w:t xml:space="preserve">Reworded ‘conditions that should be referred to a veterinary practitioner upon suspicion of </w:t>
            </w:r>
            <w:r w:rsidRPr="00DA09E0">
              <w:lastRenderedPageBreak/>
              <w:t>health problems’ to ‘suspected health conditions that should be referred to a veterinary practitioner’</w:t>
            </w:r>
          </w:p>
          <w:p w14:paraId="4EDA864E" w14:textId="4F5EDEB0" w:rsidR="00DA09E0" w:rsidRPr="00DA09E0" w:rsidRDefault="00DA09E0" w:rsidP="00DA09E0">
            <w:pPr>
              <w:pStyle w:val="SIText"/>
            </w:pPr>
            <w:r w:rsidRPr="00DA09E0">
              <w:t xml:space="preserve">Remove reference to specific ‘version’ of AS (which has been superseded) and replace with ‘key requirements of current Australian Standards (AS)’ </w:t>
            </w:r>
          </w:p>
        </w:tc>
      </w:tr>
    </w:tbl>
    <w:p w14:paraId="1D8F46F5" w14:textId="77777777" w:rsidR="00B85A2F" w:rsidRPr="001B4250" w:rsidRDefault="00B85A2F" w:rsidP="00D024B9">
      <w:pPr>
        <w:pStyle w:val="BodyTextSI"/>
        <w:rPr>
          <w:rFonts w:ascii="Arial" w:hAnsi="Arial"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B85A2F">
      <w:pPr>
        <w:pStyle w:val="Heading4"/>
        <w:rPr>
          <w:rFonts w:ascii="Arial" w:hAnsi="Arial" w:cs="Arial"/>
          <w:color w:val="000000" w:themeColor="text2"/>
        </w:rPr>
      </w:pPr>
      <w:r w:rsidRPr="001B4250">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547C62">
            <w:pPr>
              <w:pStyle w:val="BodyTextSI"/>
              <w:rPr>
                <w:rFonts w:ascii="Arial" w:hAnsi="Arial" w:cs="Arial"/>
                <w:b/>
                <w:bCs/>
                <w:color w:val="000000" w:themeColor="text2"/>
              </w:rPr>
            </w:pPr>
            <w:r w:rsidRPr="001B4250">
              <w:rPr>
                <w:rFonts w:ascii="Arial" w:hAnsi="Arial" w:cs="Arial"/>
                <w:b/>
                <w:bCs/>
                <w:color w:val="000000" w:themeColor="text2"/>
              </w:rPr>
              <w:t>Release</w:t>
            </w:r>
          </w:p>
        </w:tc>
        <w:tc>
          <w:tcPr>
            <w:tcW w:w="6430" w:type="dxa"/>
          </w:tcPr>
          <w:p w14:paraId="6A71BCB1" w14:textId="77777777" w:rsidR="00B85A2F" w:rsidRPr="001B4250" w:rsidRDefault="00B85A2F" w:rsidP="00547C62">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4819D9" w:rsidRPr="001B4250" w14:paraId="5CF529C7" w14:textId="77777777" w:rsidTr="00C32357">
        <w:tc>
          <w:tcPr>
            <w:tcW w:w="2972" w:type="dxa"/>
          </w:tcPr>
          <w:p w14:paraId="22761332" w14:textId="4742EFC6" w:rsidR="004819D9" w:rsidRPr="001B4250" w:rsidRDefault="004819D9" w:rsidP="004819D9">
            <w:pPr>
              <w:pStyle w:val="BodyTextSI"/>
              <w:rPr>
                <w:rFonts w:ascii="Arial" w:hAnsi="Arial" w:cs="Arial"/>
                <w:color w:val="000000" w:themeColor="text2"/>
              </w:rPr>
            </w:pPr>
            <w:r>
              <w:rPr>
                <w:rFonts w:asciiTheme="minorHAnsi" w:hAnsiTheme="minorHAnsi" w:cstheme="minorBidi"/>
                <w:sz w:val="22"/>
                <w:szCs w:val="22"/>
                <w:lang w:eastAsia="en-US"/>
              </w:rPr>
              <w:t>1</w:t>
            </w:r>
          </w:p>
        </w:tc>
        <w:tc>
          <w:tcPr>
            <w:tcW w:w="6430" w:type="dxa"/>
          </w:tcPr>
          <w:p w14:paraId="26CB3677" w14:textId="6DF561FB" w:rsidR="004819D9" w:rsidRPr="001B4250" w:rsidRDefault="004819D9" w:rsidP="004819D9">
            <w:pPr>
              <w:pStyle w:val="BodyTextSI"/>
              <w:rPr>
                <w:rFonts w:ascii="Arial" w:hAnsi="Arial" w:cs="Arial"/>
                <w:color w:val="000000" w:themeColor="text2"/>
              </w:rPr>
            </w:pPr>
            <w:r>
              <w:rPr>
                <w:rFonts w:asciiTheme="minorHAnsi" w:hAnsiTheme="minorHAnsi" w:cstheme="minorBidi"/>
                <w:sz w:val="22"/>
                <w:szCs w:val="22"/>
                <w:lang w:eastAsia="en-US"/>
              </w:rPr>
              <w:t>This unit of competency was first released in ACM Animal Care and Management Training Package Release 7.0.</w:t>
            </w:r>
          </w:p>
        </w:tc>
      </w:tr>
    </w:tbl>
    <w:p w14:paraId="44509A20" w14:textId="77777777" w:rsidR="00B85A2F" w:rsidRPr="001B4250" w:rsidRDefault="00B85A2F" w:rsidP="00B85A2F">
      <w:pPr>
        <w:pStyle w:val="BodyTextSI"/>
        <w:rPr>
          <w:rFonts w:ascii="Arial" w:hAnsi="Arial" w:cs="Arial"/>
          <w:color w:val="000000" w:themeColor="text2"/>
        </w:rPr>
      </w:pPr>
    </w:p>
    <w:p w14:paraId="592991B6" w14:textId="20EE4197" w:rsidR="00E91B63" w:rsidRPr="001B4309" w:rsidRDefault="00AD03E0" w:rsidP="00E91B63">
      <w:pPr>
        <w:pStyle w:val="BodyTextSI"/>
        <w:rPr>
          <w:rFonts w:ascii="Arial" w:hAnsi="Arial" w:cs="Arial"/>
          <w:color w:val="000000" w:themeColor="text2"/>
        </w:rPr>
      </w:pPr>
      <w:r>
        <w:rPr>
          <w:rFonts w:ascii="Arial" w:hAnsi="Arial" w:cs="Arial"/>
          <w:b/>
          <w:bCs/>
          <w:color w:val="000000" w:themeColor="text2"/>
        </w:rPr>
        <w:t>Mandatory workplace requirements</w:t>
      </w:r>
      <w:r w:rsidR="00842627" w:rsidRPr="001B4250">
        <w:rPr>
          <w:rFonts w:ascii="Arial" w:hAnsi="Arial" w:cs="Arial"/>
          <w:b/>
          <w:bCs/>
          <w:color w:val="000000" w:themeColor="text2"/>
        </w:rPr>
        <w:t>:</w:t>
      </w:r>
      <w:r w:rsidR="00842627" w:rsidRPr="001B4250">
        <w:rPr>
          <w:rFonts w:ascii="Arial" w:hAnsi="Arial" w:cs="Arial"/>
          <w:color w:val="000000" w:themeColor="text2"/>
        </w:rPr>
        <w:t xml:space="preserve"> </w:t>
      </w:r>
    </w:p>
    <w:p w14:paraId="031BEAAF" w14:textId="77777777" w:rsidR="00DA09E0" w:rsidRPr="001B4309" w:rsidRDefault="00DA09E0" w:rsidP="00DA09E0">
      <w:pPr>
        <w:pStyle w:val="SIText"/>
        <w:rPr>
          <w:color w:val="000000" w:themeColor="text2"/>
        </w:rPr>
      </w:pPr>
      <w:r>
        <w:t xml:space="preserve">Mandatory workplace requirements apply to this unit of competency and are specified in the Performance Evidence and Assessment Conditions of the Assessment Requirements. </w:t>
      </w:r>
    </w:p>
    <w:p w14:paraId="3C715895" w14:textId="50F7232E" w:rsidR="00B85A2F" w:rsidRPr="001B4250" w:rsidRDefault="00B85A2F" w:rsidP="00DA09E0">
      <w:pPr>
        <w:pStyle w:val="SIText"/>
        <w:rPr>
          <w:color w:val="000000" w:themeColor="text2"/>
        </w:rPr>
      </w:pPr>
    </w:p>
    <w:sectPr w:rsidR="00B85A2F" w:rsidRPr="001B4250"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CA6FB" w14:textId="77777777" w:rsidR="00396345" w:rsidRDefault="00396345" w:rsidP="005072F6">
      <w:r>
        <w:separator/>
      </w:r>
    </w:p>
  </w:endnote>
  <w:endnote w:type="continuationSeparator" w:id="0">
    <w:p w14:paraId="02131723" w14:textId="77777777" w:rsidR="00396345" w:rsidRDefault="00396345"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venir LT Std 45 Book">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1EFB9090" w14:textId="466A027B" w:rsidR="00C705B9" w:rsidRPr="00C705B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2C3D8" w14:textId="77777777" w:rsidR="00396345" w:rsidRDefault="00396345" w:rsidP="005072F6">
      <w:r>
        <w:separator/>
      </w:r>
    </w:p>
  </w:footnote>
  <w:footnote w:type="continuationSeparator" w:id="0">
    <w:p w14:paraId="2DE095A0" w14:textId="77777777" w:rsidR="00396345" w:rsidRDefault="00396345"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65FFDE43" w:rsidR="00225717" w:rsidRPr="00225717" w:rsidRDefault="00000000">
    <w:pPr>
      <w:pStyle w:val="Header"/>
      <w:rPr>
        <w:rFonts w:ascii="Arial" w:hAnsi="Arial" w:cs="Arial"/>
        <w:b/>
        <w:bCs/>
      </w:rPr>
    </w:pPr>
    <w:sdt>
      <w:sdtPr>
        <w:rPr>
          <w:rFonts w:ascii="Arial" w:hAnsi="Arial" w:cs="Arial"/>
          <w:b/>
          <w:bCs/>
        </w:rPr>
        <w:id w:val="-287280404"/>
        <w:docPartObj>
          <w:docPartGallery w:val="Watermarks"/>
          <w:docPartUnique/>
        </w:docPartObj>
      </w:sdtPr>
      <w:sdtContent>
        <w:r>
          <w:rPr>
            <w:rFonts w:ascii="Arial" w:hAnsi="Arial" w:cs="Arial"/>
            <w:b/>
            <w:bCs/>
            <w:noProof/>
          </w:rPr>
          <w:pict w14:anchorId="2AA9FD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CD39DC">
      <w:rPr>
        <w:rFonts w:ascii="Arial" w:hAnsi="Arial" w:cs="Arial"/>
        <w:b/>
        <w:bCs/>
      </w:rPr>
      <w:t>ACMMIC4X</w:t>
    </w:r>
    <w:r w:rsidR="00247989">
      <w:rPr>
        <w:rFonts w:ascii="Arial" w:hAnsi="Arial" w:cs="Arial"/>
        <w:b/>
        <w:bCs/>
      </w:rPr>
      <w:t>05</w:t>
    </w:r>
    <w:r w:rsidR="002F4169" w:rsidRPr="002F4169">
      <w:rPr>
        <w:rFonts w:ascii="Arial" w:hAnsi="Arial" w:cs="Arial"/>
        <w:b/>
        <w:bCs/>
      </w:rPr>
      <w:t xml:space="preserve"> </w:t>
    </w:r>
    <w:r w:rsidR="00CD39DC">
      <w:rPr>
        <w:rFonts w:ascii="Arial" w:hAnsi="Arial" w:cs="Arial"/>
        <w:b/>
        <w:bCs/>
      </w:rPr>
      <w:t>Implant microchip in</w:t>
    </w:r>
    <w:r w:rsidR="0041188E">
      <w:rPr>
        <w:rFonts w:ascii="Arial" w:hAnsi="Arial" w:cs="Arial"/>
        <w:b/>
        <w:bCs/>
      </w:rPr>
      <w:t xml:space="preserve"> </w:t>
    </w:r>
    <w:r w:rsidR="00CD39DC">
      <w:rPr>
        <w:rFonts w:ascii="Arial" w:hAnsi="Arial" w:cs="Arial"/>
        <w:b/>
        <w:bCs/>
      </w:rPr>
      <w:t>animal</w:t>
    </w:r>
    <w:r w:rsidR="00567F29">
      <w:rPr>
        <w:rFonts w:ascii="Arial" w:hAnsi="Arial" w:cs="Arial"/>
        <w:b/>
        <w:bCs/>
      </w:rP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8DF2050"/>
    <w:multiLevelType w:val="multilevel"/>
    <w:tmpl w:val="A4169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21D36B2"/>
    <w:multiLevelType w:val="multilevel"/>
    <w:tmpl w:val="3084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42450D5D"/>
    <w:multiLevelType w:val="multilevel"/>
    <w:tmpl w:val="BC5A4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7"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A93DFF"/>
    <w:multiLevelType w:val="multilevel"/>
    <w:tmpl w:val="47C83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5"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9"/>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4"/>
  </w:num>
  <w:num w:numId="12" w16cid:durableId="741761368">
    <w:abstractNumId w:val="4"/>
  </w:num>
  <w:num w:numId="13" w16cid:durableId="355735866">
    <w:abstractNumId w:val="28"/>
  </w:num>
  <w:num w:numId="14" w16cid:durableId="640382440">
    <w:abstractNumId w:val="21"/>
  </w:num>
  <w:num w:numId="15" w16cid:durableId="2088532146">
    <w:abstractNumId w:val="5"/>
  </w:num>
  <w:num w:numId="16" w16cid:durableId="397678585">
    <w:abstractNumId w:val="31"/>
  </w:num>
  <w:num w:numId="17" w16cid:durableId="25839381">
    <w:abstractNumId w:val="3"/>
  </w:num>
  <w:num w:numId="18" w16cid:durableId="1989044541">
    <w:abstractNumId w:val="1"/>
  </w:num>
  <w:num w:numId="19" w16cid:durableId="569922279">
    <w:abstractNumId w:val="23"/>
  </w:num>
  <w:num w:numId="20" w16cid:durableId="1773012564">
    <w:abstractNumId w:val="16"/>
  </w:num>
  <w:num w:numId="21" w16cid:durableId="812720299">
    <w:abstractNumId w:val="0"/>
  </w:num>
  <w:num w:numId="22" w16cid:durableId="644898845">
    <w:abstractNumId w:val="26"/>
  </w:num>
  <w:num w:numId="23" w16cid:durableId="1138692964">
    <w:abstractNumId w:val="22"/>
  </w:num>
  <w:num w:numId="24" w16cid:durableId="1827890157">
    <w:abstractNumId w:val="18"/>
  </w:num>
  <w:num w:numId="25" w16cid:durableId="2019768002">
    <w:abstractNumId w:val="6"/>
  </w:num>
  <w:num w:numId="26" w16cid:durableId="255483156">
    <w:abstractNumId w:val="11"/>
  </w:num>
  <w:num w:numId="27" w16cid:durableId="2019236444">
    <w:abstractNumId w:val="20"/>
  </w:num>
  <w:num w:numId="28" w16cid:durableId="465271072">
    <w:abstractNumId w:val="8"/>
  </w:num>
  <w:num w:numId="29" w16cid:durableId="711271375">
    <w:abstractNumId w:val="25"/>
  </w:num>
  <w:num w:numId="30" w16cid:durableId="400563731">
    <w:abstractNumId w:val="27"/>
  </w:num>
  <w:num w:numId="31" w16cid:durableId="25106763">
    <w:abstractNumId w:val="7"/>
  </w:num>
  <w:num w:numId="32" w16cid:durableId="1833793557">
    <w:abstractNumId w:val="14"/>
  </w:num>
  <w:num w:numId="33" w16cid:durableId="201719860">
    <w:abstractNumId w:val="32"/>
  </w:num>
  <w:num w:numId="34" w16cid:durableId="2113162816">
    <w:abstractNumId w:val="10"/>
  </w:num>
  <w:num w:numId="35" w16cid:durableId="1682731902">
    <w:abstractNumId w:val="35"/>
  </w:num>
  <w:num w:numId="36" w16cid:durableId="1825662792">
    <w:abstractNumId w:val="34"/>
  </w:num>
  <w:num w:numId="37" w16cid:durableId="1256982242">
    <w:abstractNumId w:val="15"/>
  </w:num>
  <w:num w:numId="38" w16cid:durableId="155809457">
    <w:abstractNumId w:val="13"/>
  </w:num>
  <w:num w:numId="39" w16cid:durableId="215511303">
    <w:abstractNumId w:val="33"/>
  </w:num>
  <w:num w:numId="40" w16cid:durableId="738014497">
    <w:abstractNumId w:val="30"/>
  </w:num>
  <w:num w:numId="41" w16cid:durableId="680132772">
    <w:abstractNumId w:val="19"/>
  </w:num>
  <w:num w:numId="42" w16cid:durableId="648218411">
    <w:abstractNumId w:val="12"/>
  </w:num>
  <w:num w:numId="43" w16cid:durableId="11798562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4B47"/>
    <w:rsid w:val="00006B0D"/>
    <w:rsid w:val="00012723"/>
    <w:rsid w:val="000148C5"/>
    <w:rsid w:val="00021BF3"/>
    <w:rsid w:val="000249AE"/>
    <w:rsid w:val="0002742B"/>
    <w:rsid w:val="00036FCD"/>
    <w:rsid w:val="00042AC3"/>
    <w:rsid w:val="000540C8"/>
    <w:rsid w:val="00055A58"/>
    <w:rsid w:val="0005671C"/>
    <w:rsid w:val="0006098D"/>
    <w:rsid w:val="000643E3"/>
    <w:rsid w:val="00067A27"/>
    <w:rsid w:val="0007067A"/>
    <w:rsid w:val="00070726"/>
    <w:rsid w:val="000717B1"/>
    <w:rsid w:val="00072205"/>
    <w:rsid w:val="000746DD"/>
    <w:rsid w:val="000860D8"/>
    <w:rsid w:val="00087B22"/>
    <w:rsid w:val="000959AF"/>
    <w:rsid w:val="000C0E82"/>
    <w:rsid w:val="000C36CF"/>
    <w:rsid w:val="000C795A"/>
    <w:rsid w:val="000D4A13"/>
    <w:rsid w:val="000D577F"/>
    <w:rsid w:val="000D6E34"/>
    <w:rsid w:val="000D7A46"/>
    <w:rsid w:val="000E0010"/>
    <w:rsid w:val="000E137E"/>
    <w:rsid w:val="000E2A3A"/>
    <w:rsid w:val="000E3903"/>
    <w:rsid w:val="000F3886"/>
    <w:rsid w:val="000F4D43"/>
    <w:rsid w:val="00101421"/>
    <w:rsid w:val="001050B0"/>
    <w:rsid w:val="00105FA6"/>
    <w:rsid w:val="00112C09"/>
    <w:rsid w:val="00117A0B"/>
    <w:rsid w:val="0012264D"/>
    <w:rsid w:val="00126E3B"/>
    <w:rsid w:val="00127AD3"/>
    <w:rsid w:val="0013425D"/>
    <w:rsid w:val="00140641"/>
    <w:rsid w:val="0014487A"/>
    <w:rsid w:val="00144937"/>
    <w:rsid w:val="001452AC"/>
    <w:rsid w:val="001471C4"/>
    <w:rsid w:val="0015181F"/>
    <w:rsid w:val="00157347"/>
    <w:rsid w:val="00157D4F"/>
    <w:rsid w:val="00161105"/>
    <w:rsid w:val="0016483F"/>
    <w:rsid w:val="0016486C"/>
    <w:rsid w:val="00165379"/>
    <w:rsid w:val="00170113"/>
    <w:rsid w:val="00171CC9"/>
    <w:rsid w:val="001804FB"/>
    <w:rsid w:val="00180953"/>
    <w:rsid w:val="001811A1"/>
    <w:rsid w:val="0018350E"/>
    <w:rsid w:val="00184B73"/>
    <w:rsid w:val="00191722"/>
    <w:rsid w:val="00192FBA"/>
    <w:rsid w:val="0019391F"/>
    <w:rsid w:val="00196997"/>
    <w:rsid w:val="00196E6C"/>
    <w:rsid w:val="001A307E"/>
    <w:rsid w:val="001B4250"/>
    <w:rsid w:val="001B4480"/>
    <w:rsid w:val="001C0E12"/>
    <w:rsid w:val="001C108A"/>
    <w:rsid w:val="001D25F8"/>
    <w:rsid w:val="001D59A7"/>
    <w:rsid w:val="001E0173"/>
    <w:rsid w:val="001E30C2"/>
    <w:rsid w:val="001E5B8C"/>
    <w:rsid w:val="001E69D2"/>
    <w:rsid w:val="001F1701"/>
    <w:rsid w:val="001F2801"/>
    <w:rsid w:val="001F3716"/>
    <w:rsid w:val="001F65FA"/>
    <w:rsid w:val="001F6795"/>
    <w:rsid w:val="001F7AB1"/>
    <w:rsid w:val="002000FD"/>
    <w:rsid w:val="00201B35"/>
    <w:rsid w:val="00210BA5"/>
    <w:rsid w:val="00210D83"/>
    <w:rsid w:val="00210FF2"/>
    <w:rsid w:val="0021460F"/>
    <w:rsid w:val="00214641"/>
    <w:rsid w:val="00216F3E"/>
    <w:rsid w:val="00220CF8"/>
    <w:rsid w:val="00221B78"/>
    <w:rsid w:val="00225717"/>
    <w:rsid w:val="002257C3"/>
    <w:rsid w:val="00236896"/>
    <w:rsid w:val="00236AF2"/>
    <w:rsid w:val="00241774"/>
    <w:rsid w:val="00246D91"/>
    <w:rsid w:val="00247989"/>
    <w:rsid w:val="00250B44"/>
    <w:rsid w:val="0025394F"/>
    <w:rsid w:val="002539F9"/>
    <w:rsid w:val="002574DE"/>
    <w:rsid w:val="002614D2"/>
    <w:rsid w:val="002640D8"/>
    <w:rsid w:val="00267B17"/>
    <w:rsid w:val="0027209B"/>
    <w:rsid w:val="00277F6F"/>
    <w:rsid w:val="002802FE"/>
    <w:rsid w:val="00281345"/>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4A5E"/>
    <w:rsid w:val="002D71F8"/>
    <w:rsid w:val="002E0CC2"/>
    <w:rsid w:val="002E5026"/>
    <w:rsid w:val="002E736E"/>
    <w:rsid w:val="002F054F"/>
    <w:rsid w:val="002F4169"/>
    <w:rsid w:val="002F4C3F"/>
    <w:rsid w:val="002F54A6"/>
    <w:rsid w:val="0030238E"/>
    <w:rsid w:val="003039CB"/>
    <w:rsid w:val="003052E1"/>
    <w:rsid w:val="003113C9"/>
    <w:rsid w:val="00313EC0"/>
    <w:rsid w:val="00316B57"/>
    <w:rsid w:val="00321B93"/>
    <w:rsid w:val="00322B1C"/>
    <w:rsid w:val="00324158"/>
    <w:rsid w:val="00332282"/>
    <w:rsid w:val="003334F7"/>
    <w:rsid w:val="0033374A"/>
    <w:rsid w:val="00333EEE"/>
    <w:rsid w:val="00350925"/>
    <w:rsid w:val="00351298"/>
    <w:rsid w:val="00362BA8"/>
    <w:rsid w:val="00365773"/>
    <w:rsid w:val="00372696"/>
    <w:rsid w:val="00372FC0"/>
    <w:rsid w:val="00373DD6"/>
    <w:rsid w:val="00375EE4"/>
    <w:rsid w:val="003835E1"/>
    <w:rsid w:val="00386EBA"/>
    <w:rsid w:val="0039040B"/>
    <w:rsid w:val="00396345"/>
    <w:rsid w:val="00396EEB"/>
    <w:rsid w:val="003A0211"/>
    <w:rsid w:val="003A2050"/>
    <w:rsid w:val="003A51DA"/>
    <w:rsid w:val="003B4F5D"/>
    <w:rsid w:val="003B6AAC"/>
    <w:rsid w:val="003C12C8"/>
    <w:rsid w:val="003C48A0"/>
    <w:rsid w:val="003C75CC"/>
    <w:rsid w:val="003D0116"/>
    <w:rsid w:val="003D1133"/>
    <w:rsid w:val="003D73B7"/>
    <w:rsid w:val="003E059E"/>
    <w:rsid w:val="003E35AC"/>
    <w:rsid w:val="003E4777"/>
    <w:rsid w:val="003E4AE3"/>
    <w:rsid w:val="003E511F"/>
    <w:rsid w:val="003E53B0"/>
    <w:rsid w:val="003E7B1D"/>
    <w:rsid w:val="003F2BD6"/>
    <w:rsid w:val="003F30BE"/>
    <w:rsid w:val="003F4FC6"/>
    <w:rsid w:val="004021DA"/>
    <w:rsid w:val="0040475A"/>
    <w:rsid w:val="0041188E"/>
    <w:rsid w:val="00415453"/>
    <w:rsid w:val="00415B93"/>
    <w:rsid w:val="00427D7E"/>
    <w:rsid w:val="0043020D"/>
    <w:rsid w:val="00430E24"/>
    <w:rsid w:val="0043176A"/>
    <w:rsid w:val="0043213B"/>
    <w:rsid w:val="00433351"/>
    <w:rsid w:val="00435A98"/>
    <w:rsid w:val="00436529"/>
    <w:rsid w:val="004379DD"/>
    <w:rsid w:val="004401F4"/>
    <w:rsid w:val="004451AE"/>
    <w:rsid w:val="00445B31"/>
    <w:rsid w:val="00455F13"/>
    <w:rsid w:val="00457857"/>
    <w:rsid w:val="00460256"/>
    <w:rsid w:val="00464363"/>
    <w:rsid w:val="00465F3C"/>
    <w:rsid w:val="00467996"/>
    <w:rsid w:val="00470D6B"/>
    <w:rsid w:val="004743A9"/>
    <w:rsid w:val="00480F0A"/>
    <w:rsid w:val="004819D9"/>
    <w:rsid w:val="004829F5"/>
    <w:rsid w:val="004A37B0"/>
    <w:rsid w:val="004A3E31"/>
    <w:rsid w:val="004A46F8"/>
    <w:rsid w:val="004A629B"/>
    <w:rsid w:val="004A66E7"/>
    <w:rsid w:val="004A7722"/>
    <w:rsid w:val="004A79DF"/>
    <w:rsid w:val="004B0020"/>
    <w:rsid w:val="004B1C42"/>
    <w:rsid w:val="004B1F0B"/>
    <w:rsid w:val="004C7821"/>
    <w:rsid w:val="004D1923"/>
    <w:rsid w:val="004D498B"/>
    <w:rsid w:val="004D6C93"/>
    <w:rsid w:val="004E06E7"/>
    <w:rsid w:val="004E7D40"/>
    <w:rsid w:val="004F3D79"/>
    <w:rsid w:val="005072F6"/>
    <w:rsid w:val="00512D95"/>
    <w:rsid w:val="00513FC8"/>
    <w:rsid w:val="00520E45"/>
    <w:rsid w:val="005233EB"/>
    <w:rsid w:val="00526094"/>
    <w:rsid w:val="00531E6E"/>
    <w:rsid w:val="00534681"/>
    <w:rsid w:val="00550313"/>
    <w:rsid w:val="00564BC1"/>
    <w:rsid w:val="00565794"/>
    <w:rsid w:val="00567F29"/>
    <w:rsid w:val="0058058E"/>
    <w:rsid w:val="00583F4A"/>
    <w:rsid w:val="00586434"/>
    <w:rsid w:val="005872EF"/>
    <w:rsid w:val="005876CE"/>
    <w:rsid w:val="0059102D"/>
    <w:rsid w:val="00595F86"/>
    <w:rsid w:val="005A3DE2"/>
    <w:rsid w:val="005B02EB"/>
    <w:rsid w:val="005B2004"/>
    <w:rsid w:val="005B224D"/>
    <w:rsid w:val="005B323E"/>
    <w:rsid w:val="005B4957"/>
    <w:rsid w:val="005B6AB5"/>
    <w:rsid w:val="005C1354"/>
    <w:rsid w:val="005C65AE"/>
    <w:rsid w:val="005C72C0"/>
    <w:rsid w:val="005C735E"/>
    <w:rsid w:val="005D14D6"/>
    <w:rsid w:val="005E0982"/>
    <w:rsid w:val="005E7BE2"/>
    <w:rsid w:val="005F370E"/>
    <w:rsid w:val="005F39AD"/>
    <w:rsid w:val="005F41AD"/>
    <w:rsid w:val="005F4A74"/>
    <w:rsid w:val="005F520D"/>
    <w:rsid w:val="006049F6"/>
    <w:rsid w:val="006113FE"/>
    <w:rsid w:val="006155FF"/>
    <w:rsid w:val="00615ADB"/>
    <w:rsid w:val="00617BBE"/>
    <w:rsid w:val="00622460"/>
    <w:rsid w:val="0062605C"/>
    <w:rsid w:val="006275E3"/>
    <w:rsid w:val="00630EDC"/>
    <w:rsid w:val="00631107"/>
    <w:rsid w:val="00647934"/>
    <w:rsid w:val="006504BB"/>
    <w:rsid w:val="00655AFC"/>
    <w:rsid w:val="00656877"/>
    <w:rsid w:val="00657EA3"/>
    <w:rsid w:val="00663802"/>
    <w:rsid w:val="00664405"/>
    <w:rsid w:val="00666738"/>
    <w:rsid w:val="00667FF2"/>
    <w:rsid w:val="00676E54"/>
    <w:rsid w:val="00681833"/>
    <w:rsid w:val="00686891"/>
    <w:rsid w:val="00690AC9"/>
    <w:rsid w:val="00696F0C"/>
    <w:rsid w:val="006A0757"/>
    <w:rsid w:val="006A0DDF"/>
    <w:rsid w:val="006A5CF9"/>
    <w:rsid w:val="006B406A"/>
    <w:rsid w:val="006C0AA0"/>
    <w:rsid w:val="006C1B40"/>
    <w:rsid w:val="006C317C"/>
    <w:rsid w:val="006D1F44"/>
    <w:rsid w:val="006E18D0"/>
    <w:rsid w:val="006E69D8"/>
    <w:rsid w:val="006F3E26"/>
    <w:rsid w:val="00703271"/>
    <w:rsid w:val="007046A3"/>
    <w:rsid w:val="007122D2"/>
    <w:rsid w:val="00712F7F"/>
    <w:rsid w:val="00716886"/>
    <w:rsid w:val="00721766"/>
    <w:rsid w:val="00726491"/>
    <w:rsid w:val="00741F3A"/>
    <w:rsid w:val="007423F5"/>
    <w:rsid w:val="007452A9"/>
    <w:rsid w:val="0074571E"/>
    <w:rsid w:val="00747CC7"/>
    <w:rsid w:val="007507DD"/>
    <w:rsid w:val="00751D08"/>
    <w:rsid w:val="00761428"/>
    <w:rsid w:val="00770132"/>
    <w:rsid w:val="0078056B"/>
    <w:rsid w:val="00781343"/>
    <w:rsid w:val="00785333"/>
    <w:rsid w:val="007903AF"/>
    <w:rsid w:val="007940CE"/>
    <w:rsid w:val="00794BE2"/>
    <w:rsid w:val="007A12DF"/>
    <w:rsid w:val="007A513D"/>
    <w:rsid w:val="007A72C1"/>
    <w:rsid w:val="007B135E"/>
    <w:rsid w:val="007B715B"/>
    <w:rsid w:val="007C1161"/>
    <w:rsid w:val="007C13D1"/>
    <w:rsid w:val="007D5905"/>
    <w:rsid w:val="007E206A"/>
    <w:rsid w:val="007E40E9"/>
    <w:rsid w:val="007E775F"/>
    <w:rsid w:val="007F4EDD"/>
    <w:rsid w:val="00807F39"/>
    <w:rsid w:val="008260E2"/>
    <w:rsid w:val="0082626D"/>
    <w:rsid w:val="00834E77"/>
    <w:rsid w:val="0084210B"/>
    <w:rsid w:val="00842627"/>
    <w:rsid w:val="00843203"/>
    <w:rsid w:val="008461F4"/>
    <w:rsid w:val="00880AE6"/>
    <w:rsid w:val="00891ADE"/>
    <w:rsid w:val="00894EA4"/>
    <w:rsid w:val="0089728D"/>
    <w:rsid w:val="00897735"/>
    <w:rsid w:val="008A2237"/>
    <w:rsid w:val="008A555D"/>
    <w:rsid w:val="008A7DDB"/>
    <w:rsid w:val="008B1216"/>
    <w:rsid w:val="008B1D30"/>
    <w:rsid w:val="008D0C92"/>
    <w:rsid w:val="008E1A43"/>
    <w:rsid w:val="008E2E2B"/>
    <w:rsid w:val="008E64FE"/>
    <w:rsid w:val="008E6615"/>
    <w:rsid w:val="008F0CB1"/>
    <w:rsid w:val="008F1790"/>
    <w:rsid w:val="008F2B96"/>
    <w:rsid w:val="008F54D2"/>
    <w:rsid w:val="008F61D4"/>
    <w:rsid w:val="00903B8F"/>
    <w:rsid w:val="0090796D"/>
    <w:rsid w:val="00913417"/>
    <w:rsid w:val="00915FAA"/>
    <w:rsid w:val="00922C8D"/>
    <w:rsid w:val="00924E43"/>
    <w:rsid w:val="0092632A"/>
    <w:rsid w:val="00936842"/>
    <w:rsid w:val="009432E2"/>
    <w:rsid w:val="00947A6F"/>
    <w:rsid w:val="00952060"/>
    <w:rsid w:val="009530B7"/>
    <w:rsid w:val="00953E14"/>
    <w:rsid w:val="00956EEC"/>
    <w:rsid w:val="00957C79"/>
    <w:rsid w:val="00961C3F"/>
    <w:rsid w:val="009658DF"/>
    <w:rsid w:val="009737A4"/>
    <w:rsid w:val="00974807"/>
    <w:rsid w:val="00981611"/>
    <w:rsid w:val="009944A0"/>
    <w:rsid w:val="00994A1F"/>
    <w:rsid w:val="00994BBB"/>
    <w:rsid w:val="0099557E"/>
    <w:rsid w:val="009A18AC"/>
    <w:rsid w:val="009A1D99"/>
    <w:rsid w:val="009A45C0"/>
    <w:rsid w:val="009A6276"/>
    <w:rsid w:val="009A6908"/>
    <w:rsid w:val="009B1A5A"/>
    <w:rsid w:val="009B3A98"/>
    <w:rsid w:val="009B3C8A"/>
    <w:rsid w:val="009B5A6A"/>
    <w:rsid w:val="009B6C47"/>
    <w:rsid w:val="009C4F5F"/>
    <w:rsid w:val="009C6220"/>
    <w:rsid w:val="009C68E3"/>
    <w:rsid w:val="009D11EC"/>
    <w:rsid w:val="009D14EB"/>
    <w:rsid w:val="009D364F"/>
    <w:rsid w:val="009D5303"/>
    <w:rsid w:val="009E28DC"/>
    <w:rsid w:val="009E501A"/>
    <w:rsid w:val="009E61F9"/>
    <w:rsid w:val="009E701E"/>
    <w:rsid w:val="009F285F"/>
    <w:rsid w:val="009F4193"/>
    <w:rsid w:val="00A102BA"/>
    <w:rsid w:val="00A12E3F"/>
    <w:rsid w:val="00A1547A"/>
    <w:rsid w:val="00A16E66"/>
    <w:rsid w:val="00A25DC4"/>
    <w:rsid w:val="00A27593"/>
    <w:rsid w:val="00A30909"/>
    <w:rsid w:val="00A342BD"/>
    <w:rsid w:val="00A35319"/>
    <w:rsid w:val="00A35EBB"/>
    <w:rsid w:val="00A36090"/>
    <w:rsid w:val="00A36E4C"/>
    <w:rsid w:val="00A45EDB"/>
    <w:rsid w:val="00A46EF6"/>
    <w:rsid w:val="00A50236"/>
    <w:rsid w:val="00A50364"/>
    <w:rsid w:val="00A509A3"/>
    <w:rsid w:val="00A55D7A"/>
    <w:rsid w:val="00A67C83"/>
    <w:rsid w:val="00A70F13"/>
    <w:rsid w:val="00A71A89"/>
    <w:rsid w:val="00A775BA"/>
    <w:rsid w:val="00A77D9C"/>
    <w:rsid w:val="00A800A4"/>
    <w:rsid w:val="00A83F69"/>
    <w:rsid w:val="00A86A20"/>
    <w:rsid w:val="00AA3B1E"/>
    <w:rsid w:val="00AB1E2B"/>
    <w:rsid w:val="00AB23E4"/>
    <w:rsid w:val="00AB31D8"/>
    <w:rsid w:val="00AB4D85"/>
    <w:rsid w:val="00AB5A49"/>
    <w:rsid w:val="00AC49D3"/>
    <w:rsid w:val="00AC7CF7"/>
    <w:rsid w:val="00AD03E0"/>
    <w:rsid w:val="00AD145B"/>
    <w:rsid w:val="00AD3C28"/>
    <w:rsid w:val="00AD41BF"/>
    <w:rsid w:val="00AD7E2F"/>
    <w:rsid w:val="00AE0D4C"/>
    <w:rsid w:val="00AF01CB"/>
    <w:rsid w:val="00AF05BA"/>
    <w:rsid w:val="00AF6FA3"/>
    <w:rsid w:val="00AF79BD"/>
    <w:rsid w:val="00AF7C4B"/>
    <w:rsid w:val="00B01253"/>
    <w:rsid w:val="00B04CD2"/>
    <w:rsid w:val="00B04E40"/>
    <w:rsid w:val="00B07DB9"/>
    <w:rsid w:val="00B134C5"/>
    <w:rsid w:val="00B13A8B"/>
    <w:rsid w:val="00B140BE"/>
    <w:rsid w:val="00B16526"/>
    <w:rsid w:val="00B20A82"/>
    <w:rsid w:val="00B236D1"/>
    <w:rsid w:val="00B26CED"/>
    <w:rsid w:val="00B361C1"/>
    <w:rsid w:val="00B43EBA"/>
    <w:rsid w:val="00B67F5A"/>
    <w:rsid w:val="00B73B7D"/>
    <w:rsid w:val="00B76B2F"/>
    <w:rsid w:val="00B849ED"/>
    <w:rsid w:val="00B851A3"/>
    <w:rsid w:val="00B85A2F"/>
    <w:rsid w:val="00B90FCC"/>
    <w:rsid w:val="00B94581"/>
    <w:rsid w:val="00B97541"/>
    <w:rsid w:val="00B978F8"/>
    <w:rsid w:val="00B97A63"/>
    <w:rsid w:val="00BA1ABC"/>
    <w:rsid w:val="00BA1F01"/>
    <w:rsid w:val="00BA1F36"/>
    <w:rsid w:val="00BA3A98"/>
    <w:rsid w:val="00BB4D8B"/>
    <w:rsid w:val="00BC29E8"/>
    <w:rsid w:val="00BC33CD"/>
    <w:rsid w:val="00BC3CF3"/>
    <w:rsid w:val="00BD2881"/>
    <w:rsid w:val="00BE0C39"/>
    <w:rsid w:val="00BE11EC"/>
    <w:rsid w:val="00BE2430"/>
    <w:rsid w:val="00BE3DD6"/>
    <w:rsid w:val="00BF352D"/>
    <w:rsid w:val="00C0391C"/>
    <w:rsid w:val="00C04160"/>
    <w:rsid w:val="00C115E4"/>
    <w:rsid w:val="00C1525C"/>
    <w:rsid w:val="00C25A9B"/>
    <w:rsid w:val="00C2638B"/>
    <w:rsid w:val="00C26ED6"/>
    <w:rsid w:val="00C32357"/>
    <w:rsid w:val="00C32D63"/>
    <w:rsid w:val="00C4127E"/>
    <w:rsid w:val="00C46550"/>
    <w:rsid w:val="00C469EC"/>
    <w:rsid w:val="00C50D3E"/>
    <w:rsid w:val="00C52AF8"/>
    <w:rsid w:val="00C54B14"/>
    <w:rsid w:val="00C56A1A"/>
    <w:rsid w:val="00C602DE"/>
    <w:rsid w:val="00C61666"/>
    <w:rsid w:val="00C705B9"/>
    <w:rsid w:val="00C74FF7"/>
    <w:rsid w:val="00C76798"/>
    <w:rsid w:val="00C857E4"/>
    <w:rsid w:val="00C95927"/>
    <w:rsid w:val="00C95F0C"/>
    <w:rsid w:val="00C97178"/>
    <w:rsid w:val="00C974BB"/>
    <w:rsid w:val="00CA3291"/>
    <w:rsid w:val="00CC0562"/>
    <w:rsid w:val="00CC3621"/>
    <w:rsid w:val="00CC6D8B"/>
    <w:rsid w:val="00CD0CFD"/>
    <w:rsid w:val="00CD2775"/>
    <w:rsid w:val="00CD3508"/>
    <w:rsid w:val="00CD39DC"/>
    <w:rsid w:val="00CD7430"/>
    <w:rsid w:val="00CE4FF6"/>
    <w:rsid w:val="00CE52B9"/>
    <w:rsid w:val="00CE77EF"/>
    <w:rsid w:val="00CE7E3D"/>
    <w:rsid w:val="00CF0889"/>
    <w:rsid w:val="00D024B9"/>
    <w:rsid w:val="00D02C9E"/>
    <w:rsid w:val="00D04B08"/>
    <w:rsid w:val="00D21C7E"/>
    <w:rsid w:val="00D25643"/>
    <w:rsid w:val="00D30BEA"/>
    <w:rsid w:val="00D43E34"/>
    <w:rsid w:val="00D43E76"/>
    <w:rsid w:val="00D44E6F"/>
    <w:rsid w:val="00D50166"/>
    <w:rsid w:val="00D533A7"/>
    <w:rsid w:val="00D53B3E"/>
    <w:rsid w:val="00D575B6"/>
    <w:rsid w:val="00D6174B"/>
    <w:rsid w:val="00D6488A"/>
    <w:rsid w:val="00D6668A"/>
    <w:rsid w:val="00D66FAB"/>
    <w:rsid w:val="00D70272"/>
    <w:rsid w:val="00D823FF"/>
    <w:rsid w:val="00D8652A"/>
    <w:rsid w:val="00D90157"/>
    <w:rsid w:val="00D9162C"/>
    <w:rsid w:val="00D927AE"/>
    <w:rsid w:val="00DA09E0"/>
    <w:rsid w:val="00DA1404"/>
    <w:rsid w:val="00DA1E44"/>
    <w:rsid w:val="00DA2E84"/>
    <w:rsid w:val="00DB03C4"/>
    <w:rsid w:val="00DB59DE"/>
    <w:rsid w:val="00DB59E7"/>
    <w:rsid w:val="00DC4508"/>
    <w:rsid w:val="00DD0A54"/>
    <w:rsid w:val="00DD0B92"/>
    <w:rsid w:val="00DD5272"/>
    <w:rsid w:val="00DD5EBE"/>
    <w:rsid w:val="00DF0E20"/>
    <w:rsid w:val="00DF302A"/>
    <w:rsid w:val="00DF53F9"/>
    <w:rsid w:val="00E06830"/>
    <w:rsid w:val="00E07C6C"/>
    <w:rsid w:val="00E20E86"/>
    <w:rsid w:val="00E23F79"/>
    <w:rsid w:val="00E26AB4"/>
    <w:rsid w:val="00E301D3"/>
    <w:rsid w:val="00E30944"/>
    <w:rsid w:val="00E3180F"/>
    <w:rsid w:val="00E31F88"/>
    <w:rsid w:val="00E3774C"/>
    <w:rsid w:val="00E42D84"/>
    <w:rsid w:val="00E45554"/>
    <w:rsid w:val="00E5158E"/>
    <w:rsid w:val="00E5495F"/>
    <w:rsid w:val="00E54C39"/>
    <w:rsid w:val="00E550C7"/>
    <w:rsid w:val="00E57625"/>
    <w:rsid w:val="00E57A0F"/>
    <w:rsid w:val="00E612BD"/>
    <w:rsid w:val="00E61DFA"/>
    <w:rsid w:val="00E63309"/>
    <w:rsid w:val="00E67E16"/>
    <w:rsid w:val="00E71B5B"/>
    <w:rsid w:val="00E73D4C"/>
    <w:rsid w:val="00E756EE"/>
    <w:rsid w:val="00E76329"/>
    <w:rsid w:val="00E777C9"/>
    <w:rsid w:val="00E80ECA"/>
    <w:rsid w:val="00E816CF"/>
    <w:rsid w:val="00E84724"/>
    <w:rsid w:val="00E91B63"/>
    <w:rsid w:val="00E9653C"/>
    <w:rsid w:val="00EA0F7B"/>
    <w:rsid w:val="00EB348F"/>
    <w:rsid w:val="00EB4F8C"/>
    <w:rsid w:val="00EC0EBE"/>
    <w:rsid w:val="00EC1101"/>
    <w:rsid w:val="00EC2C7A"/>
    <w:rsid w:val="00EC3A4D"/>
    <w:rsid w:val="00EC3AE3"/>
    <w:rsid w:val="00ED6828"/>
    <w:rsid w:val="00EE08C5"/>
    <w:rsid w:val="00EE332A"/>
    <w:rsid w:val="00EE527D"/>
    <w:rsid w:val="00EE62A3"/>
    <w:rsid w:val="00EE69C0"/>
    <w:rsid w:val="00EF6062"/>
    <w:rsid w:val="00EF750B"/>
    <w:rsid w:val="00EF799A"/>
    <w:rsid w:val="00F125C7"/>
    <w:rsid w:val="00F3538D"/>
    <w:rsid w:val="00F37800"/>
    <w:rsid w:val="00F423DD"/>
    <w:rsid w:val="00F43DEC"/>
    <w:rsid w:val="00F44751"/>
    <w:rsid w:val="00F55A42"/>
    <w:rsid w:val="00F63DAF"/>
    <w:rsid w:val="00F664F2"/>
    <w:rsid w:val="00F70ACB"/>
    <w:rsid w:val="00F7147E"/>
    <w:rsid w:val="00F747CB"/>
    <w:rsid w:val="00F760A7"/>
    <w:rsid w:val="00F8024A"/>
    <w:rsid w:val="00F8358E"/>
    <w:rsid w:val="00F84026"/>
    <w:rsid w:val="00F9791F"/>
    <w:rsid w:val="00FA3A74"/>
    <w:rsid w:val="00FB2F6B"/>
    <w:rsid w:val="00FB5B29"/>
    <w:rsid w:val="00FB5E21"/>
    <w:rsid w:val="00FB6954"/>
    <w:rsid w:val="00FC353C"/>
    <w:rsid w:val="00FE26F8"/>
    <w:rsid w:val="00FE32BF"/>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9E0"/>
    <w:rPr>
      <w:rFonts w:ascii="Times New Roman" w:eastAsia="Times New Roman" w:hAnsi="Times New Roman" w:cs="Times New Roman"/>
      <w:lang w:eastAsia="en-GB"/>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C4127E"/>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C4127E"/>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834E77"/>
    <w:pPr>
      <w:numPr>
        <w:numId w:val="39"/>
      </w:numPr>
      <w:tabs>
        <w:tab w:val="left" w:pos="357"/>
      </w:tabs>
      <w:ind w:left="357" w:hanging="357"/>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12264D"/>
    <w:rPr>
      <w:b/>
      <w:bCs/>
    </w:rPr>
  </w:style>
  <w:style w:type="character" w:styleId="Emphasis">
    <w:name w:val="Emphasis"/>
    <w:basedOn w:val="DefaultParagraphFont"/>
    <w:uiPriority w:val="20"/>
    <w:qFormat/>
    <w:rsid w:val="003E4777"/>
    <w:rPr>
      <w:i/>
      <w:iCs/>
    </w:rPr>
  </w:style>
  <w:style w:type="paragraph" w:styleId="Revision">
    <w:name w:val="Revision"/>
    <w:hidden/>
    <w:uiPriority w:val="99"/>
    <w:semiHidden/>
    <w:rsid w:val="00AD3C28"/>
    <w:rPr>
      <w:rFonts w:ascii="Times New Roman" w:eastAsia="Times New Roman" w:hAnsi="Times New Roman" w:cs="Times New Roman"/>
      <w:lang w:eastAsia="en-GB"/>
    </w:rPr>
  </w:style>
  <w:style w:type="paragraph" w:styleId="BodyText">
    <w:name w:val="Body Text"/>
    <w:basedOn w:val="Normal"/>
    <w:link w:val="BodyTextChar"/>
    <w:rsid w:val="009A6276"/>
    <w:pPr>
      <w:keepLines/>
      <w:spacing w:before="120" w:after="120"/>
    </w:pPr>
    <w:rPr>
      <w:szCs w:val="22"/>
      <w:lang w:eastAsia="en-US"/>
    </w:rPr>
  </w:style>
  <w:style w:type="character" w:customStyle="1" w:styleId="BodyTextChar">
    <w:name w:val="Body Text Char"/>
    <w:basedOn w:val="DefaultParagraphFont"/>
    <w:link w:val="BodyText"/>
    <w:rsid w:val="009A6276"/>
    <w:rPr>
      <w:rFonts w:ascii="Times New Roman" w:eastAsia="Times New Roman"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AD83F2-430F-4F08-B747-28D6E8CF07B5}"/>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4.xml><?xml version="1.0" encoding="utf-8"?>
<ds:datastoreItem xmlns:ds="http://schemas.openxmlformats.org/officeDocument/2006/customXml" ds:itemID="{5A1979C0-B73F-4FFD-90FA-723B393FB2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doc template</Template>
  <TotalTime>226</TotalTime>
  <Pages>6</Pages>
  <Words>1626</Words>
  <Characters>10198</Characters>
  <Application>Microsoft Office Word</Application>
  <DocSecurity>0</DocSecurity>
  <Lines>299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66</cp:revision>
  <dcterms:created xsi:type="dcterms:W3CDTF">2025-11-12T22:48:00Z</dcterms:created>
  <dcterms:modified xsi:type="dcterms:W3CDTF">2026-01-07T04:05:00Z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lcf76f155ced4ddcb4097134ff3c332f">
    <vt:lpwstr/>
  </property>
  <property fmtid="{D5CDD505-2E9C-101B-9397-08002B2CF9AE}" pid="7" name="TaxCatchAll">
    <vt:lpwstr/>
  </property>
  <property fmtid="{D5CDD505-2E9C-101B-9397-08002B2CF9AE}" pid="8" name="File Category">
    <vt:lpwstr>Send to TC</vt:lpwstr>
  </property>
</Properties>
</file>